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B5D36F" w14:textId="0E94DB9A" w:rsidR="00E27AEB" w:rsidRDefault="00E27AEB" w:rsidP="00E27AEB">
      <w:pPr>
        <w:spacing w:after="0" w:line="240" w:lineRule="auto"/>
        <w:ind w:left="3540" w:firstLine="708"/>
        <w:jc w:val="center"/>
        <w:rPr>
          <w:rFonts w:ascii="Corbel" w:hAnsi="Corbel"/>
          <w:bCs/>
          <w:i/>
        </w:rPr>
      </w:pPr>
      <w:bookmarkStart w:id="0" w:name="_Hlk209699976"/>
      <w:r w:rsidRPr="00E27AEB">
        <w:rPr>
          <w:rFonts w:ascii="Corbel" w:hAnsi="Corbel"/>
          <w:bCs/>
          <w:i/>
        </w:rPr>
        <w:t>Załącznik nr 1.5 do Zarządzenia Rektora UR nr 61/2025</w:t>
      </w:r>
      <w:bookmarkEnd w:id="0"/>
      <w:r w:rsidRPr="00E27AEB">
        <w:rPr>
          <w:rFonts w:ascii="Corbel" w:hAnsi="Corbel"/>
          <w:bCs/>
          <w:i/>
        </w:rPr>
        <w:tab/>
      </w:r>
    </w:p>
    <w:p w14:paraId="2C70C555" w14:textId="77777777" w:rsidR="00E27AEB" w:rsidRDefault="00E27AEB" w:rsidP="00C0411A">
      <w:pPr>
        <w:spacing w:after="0" w:line="240" w:lineRule="auto"/>
        <w:jc w:val="center"/>
        <w:rPr>
          <w:rFonts w:ascii="Corbel" w:hAnsi="Corbel"/>
          <w:bCs/>
          <w:i/>
        </w:rPr>
      </w:pPr>
    </w:p>
    <w:p w14:paraId="6E0D7136" w14:textId="597D068A" w:rsidR="00C0411A" w:rsidRDefault="00C0411A" w:rsidP="00C0411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14BD2113" w14:textId="5EF15B57" w:rsidR="00C0411A" w:rsidRDefault="00C0411A" w:rsidP="00C0411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</w:t>
      </w:r>
      <w:r w:rsidR="00E27AEB">
        <w:rPr>
          <w:rFonts w:ascii="Corbel" w:hAnsi="Corbel"/>
          <w:b/>
          <w:smallCaps/>
          <w:sz w:val="24"/>
          <w:szCs w:val="24"/>
        </w:rPr>
        <w:t>5</w:t>
      </w:r>
      <w:r>
        <w:rPr>
          <w:rFonts w:ascii="Corbel" w:hAnsi="Corbel"/>
          <w:b/>
          <w:smallCaps/>
          <w:sz w:val="24"/>
          <w:szCs w:val="24"/>
        </w:rPr>
        <w:t>-202</w:t>
      </w:r>
      <w:r w:rsidR="00E27AEB">
        <w:rPr>
          <w:rFonts w:ascii="Corbel" w:hAnsi="Corbel"/>
          <w:b/>
          <w:smallCaps/>
          <w:sz w:val="24"/>
          <w:szCs w:val="24"/>
        </w:rPr>
        <w:t>8</w:t>
      </w:r>
    </w:p>
    <w:p w14:paraId="36AAA481" w14:textId="77777777" w:rsidR="00C0411A" w:rsidRDefault="00C0411A" w:rsidP="003C7370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13B21BE6" w14:textId="3175CB34" w:rsidR="00C0411A" w:rsidRDefault="00C0411A" w:rsidP="00C0411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6C3574">
        <w:rPr>
          <w:rFonts w:ascii="Corbel" w:hAnsi="Corbel"/>
          <w:sz w:val="20"/>
          <w:szCs w:val="20"/>
        </w:rPr>
        <w:t>6</w:t>
      </w:r>
      <w:r>
        <w:rPr>
          <w:rFonts w:ascii="Corbel" w:hAnsi="Corbel"/>
          <w:sz w:val="20"/>
          <w:szCs w:val="20"/>
        </w:rPr>
        <w:t>/202</w:t>
      </w:r>
      <w:r w:rsidR="00E27AEB">
        <w:rPr>
          <w:rFonts w:ascii="Corbel" w:hAnsi="Corbel"/>
          <w:sz w:val="20"/>
          <w:szCs w:val="20"/>
        </w:rPr>
        <w:t>7</w:t>
      </w:r>
    </w:p>
    <w:p w14:paraId="32E5099E" w14:textId="77777777" w:rsidR="00C0411A" w:rsidRDefault="00C0411A" w:rsidP="00C0411A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p w14:paraId="241A5059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74E4F">
        <w:rPr>
          <w:rFonts w:ascii="Corbel" w:hAnsi="Corbel"/>
          <w:szCs w:val="24"/>
        </w:rPr>
        <w:t xml:space="preserve">1. </w:t>
      </w:r>
      <w:r w:rsidR="0085747A" w:rsidRPr="00774E4F">
        <w:rPr>
          <w:rFonts w:ascii="Corbel" w:hAnsi="Corbel"/>
          <w:szCs w:val="24"/>
        </w:rPr>
        <w:t xml:space="preserve">Podstawowe </w:t>
      </w:r>
      <w:r w:rsidR="00445970" w:rsidRPr="00774E4F">
        <w:rPr>
          <w:rFonts w:ascii="Corbel" w:hAnsi="Corbel"/>
          <w:szCs w:val="24"/>
        </w:rPr>
        <w:t>informacje o przedmiocie</w:t>
      </w:r>
    </w:p>
    <w:p w14:paraId="0AB908C0" w14:textId="77777777" w:rsidR="00FB619E" w:rsidRPr="00774E4F" w:rsidRDefault="00FB619E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74E4F" w14:paraId="283767F7" w14:textId="77777777" w:rsidTr="26AC820B">
        <w:tc>
          <w:tcPr>
            <w:tcW w:w="2694" w:type="dxa"/>
            <w:vAlign w:val="center"/>
          </w:tcPr>
          <w:p w14:paraId="20893635" w14:textId="77777777" w:rsidR="0085747A" w:rsidRPr="00774E4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AF15ADB" w14:textId="77777777" w:rsidR="0085747A" w:rsidRPr="00EA6668" w:rsidRDefault="009B5D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A6668">
              <w:rPr>
                <w:rFonts w:ascii="Corbel" w:hAnsi="Corbel"/>
                <w:sz w:val="24"/>
                <w:szCs w:val="24"/>
              </w:rPr>
              <w:t>Kierownictwo</w:t>
            </w:r>
            <w:r w:rsidR="0031137F" w:rsidRPr="00EA6668">
              <w:rPr>
                <w:rFonts w:ascii="Corbel" w:hAnsi="Corbel"/>
                <w:sz w:val="24"/>
                <w:szCs w:val="24"/>
              </w:rPr>
              <w:t xml:space="preserve"> w</w:t>
            </w:r>
            <w:r w:rsidR="00A1604E" w:rsidRPr="00EA6668">
              <w:rPr>
                <w:rFonts w:ascii="Corbel" w:hAnsi="Corbel"/>
                <w:sz w:val="24"/>
                <w:szCs w:val="24"/>
              </w:rPr>
              <w:t xml:space="preserve"> </w:t>
            </w:r>
            <w:r w:rsidR="00A1604E" w:rsidRPr="00EA6668">
              <w:rPr>
                <w:rFonts w:ascii="Corbel" w:hAnsi="Corbel"/>
                <w:color w:val="auto"/>
                <w:sz w:val="24"/>
                <w:szCs w:val="24"/>
              </w:rPr>
              <w:t>strukturach</w:t>
            </w:r>
            <w:r w:rsidR="0031137F" w:rsidRPr="00EA6668">
              <w:rPr>
                <w:rFonts w:ascii="Corbel" w:hAnsi="Corbel"/>
                <w:color w:val="FF0000"/>
                <w:sz w:val="24"/>
                <w:szCs w:val="24"/>
              </w:rPr>
              <w:t xml:space="preserve"> </w:t>
            </w:r>
            <w:r w:rsidR="0031137F" w:rsidRPr="00EA6668">
              <w:rPr>
                <w:rFonts w:ascii="Corbel" w:hAnsi="Corbel"/>
                <w:sz w:val="24"/>
                <w:szCs w:val="24"/>
              </w:rPr>
              <w:t>administracji publicznej</w:t>
            </w:r>
          </w:p>
        </w:tc>
      </w:tr>
      <w:tr w:rsidR="0085747A" w:rsidRPr="00774E4F" w14:paraId="7453EB54" w14:textId="77777777" w:rsidTr="26AC820B">
        <w:tc>
          <w:tcPr>
            <w:tcW w:w="2694" w:type="dxa"/>
            <w:vAlign w:val="center"/>
          </w:tcPr>
          <w:p w14:paraId="709C317D" w14:textId="77777777" w:rsidR="0085747A" w:rsidRPr="00774E4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74E4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323828B" w14:textId="77777777" w:rsidR="0085747A" w:rsidRPr="005A6916" w:rsidRDefault="00A756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A6916">
              <w:rPr>
                <w:rFonts w:ascii="Corbel" w:hAnsi="Corbel"/>
                <w:b w:val="0"/>
                <w:sz w:val="24"/>
                <w:szCs w:val="24"/>
              </w:rPr>
              <w:t>ASO 28</w:t>
            </w:r>
          </w:p>
        </w:tc>
      </w:tr>
      <w:tr w:rsidR="0098544F" w:rsidRPr="00774E4F" w14:paraId="34283D22" w14:textId="77777777" w:rsidTr="26AC820B">
        <w:tc>
          <w:tcPr>
            <w:tcW w:w="2694" w:type="dxa"/>
            <w:vAlign w:val="center"/>
          </w:tcPr>
          <w:p w14:paraId="5277F7BD" w14:textId="77777777" w:rsidR="0098544F" w:rsidRPr="00774E4F" w:rsidRDefault="0098544F" w:rsidP="0098544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F68022C" w14:textId="51CA71D9" w:rsidR="0098544F" w:rsidRPr="00774E4F" w:rsidRDefault="009D6205" w:rsidP="4467476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Wydział Prawa i Administracji</w:t>
            </w:r>
          </w:p>
        </w:tc>
      </w:tr>
      <w:tr w:rsidR="00747E1C" w:rsidRPr="00774E4F" w14:paraId="39F84D90" w14:textId="77777777" w:rsidTr="26AC820B">
        <w:tc>
          <w:tcPr>
            <w:tcW w:w="2694" w:type="dxa"/>
            <w:vAlign w:val="center"/>
          </w:tcPr>
          <w:p w14:paraId="06BE1174" w14:textId="77777777" w:rsidR="00747E1C" w:rsidRPr="00774E4F" w:rsidRDefault="00747E1C" w:rsidP="00747E1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B04949" w14:textId="64F865BE" w:rsidR="00747E1C" w:rsidRPr="00774E4F" w:rsidRDefault="00C91ADF" w:rsidP="4467476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1ADF">
              <w:rPr>
                <w:rFonts w:ascii="Corbel" w:hAnsi="Corbel"/>
                <w:b w:val="0"/>
                <w:sz w:val="24"/>
                <w:szCs w:val="24"/>
              </w:rPr>
              <w:t>Katedra Nauki Administracji</w:t>
            </w:r>
          </w:p>
        </w:tc>
      </w:tr>
      <w:tr w:rsidR="00747E1C" w:rsidRPr="00774E4F" w14:paraId="5FB32387" w14:textId="77777777" w:rsidTr="26AC820B">
        <w:tc>
          <w:tcPr>
            <w:tcW w:w="2694" w:type="dxa"/>
            <w:vAlign w:val="center"/>
          </w:tcPr>
          <w:p w14:paraId="05C45134" w14:textId="77777777" w:rsidR="00747E1C" w:rsidRPr="00774E4F" w:rsidRDefault="00747E1C" w:rsidP="00747E1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76BDABB" w14:textId="77777777" w:rsidR="00747E1C" w:rsidRPr="00774E4F" w:rsidRDefault="00747E1C" w:rsidP="00747E1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74E4F"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747E1C" w:rsidRPr="00774E4F" w14:paraId="166784AD" w14:textId="77777777" w:rsidTr="26AC820B">
        <w:tc>
          <w:tcPr>
            <w:tcW w:w="2694" w:type="dxa"/>
            <w:vAlign w:val="center"/>
          </w:tcPr>
          <w:p w14:paraId="7666EBF3" w14:textId="77777777" w:rsidR="00747E1C" w:rsidRPr="00774E4F" w:rsidRDefault="00747E1C" w:rsidP="00747E1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576B76C" w14:textId="77777777" w:rsidR="00747E1C" w:rsidRPr="00774E4F" w:rsidRDefault="00747E1C" w:rsidP="00747E1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74E4F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747E1C" w:rsidRPr="00774E4F" w14:paraId="7F6D2997" w14:textId="77777777" w:rsidTr="26AC820B">
        <w:tc>
          <w:tcPr>
            <w:tcW w:w="2694" w:type="dxa"/>
            <w:vAlign w:val="center"/>
          </w:tcPr>
          <w:p w14:paraId="1C599D8B" w14:textId="77777777" w:rsidR="00747E1C" w:rsidRPr="00774E4F" w:rsidRDefault="00747E1C" w:rsidP="00747E1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4FD95EB" w14:textId="77777777" w:rsidR="00747E1C" w:rsidRPr="00774E4F" w:rsidRDefault="005A6916" w:rsidP="00747E1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747E1C" w:rsidRPr="00774E4F" w14:paraId="11C63F36" w14:textId="77777777" w:rsidTr="26AC820B">
        <w:tc>
          <w:tcPr>
            <w:tcW w:w="2694" w:type="dxa"/>
            <w:vAlign w:val="center"/>
          </w:tcPr>
          <w:p w14:paraId="19E1822A" w14:textId="77777777" w:rsidR="00747E1C" w:rsidRPr="00774E4F" w:rsidRDefault="00747E1C" w:rsidP="00747E1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B4B45EB" w14:textId="77777777" w:rsidR="00747E1C" w:rsidRPr="00774E4F" w:rsidRDefault="002F2E77" w:rsidP="00747E1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747E1C" w:rsidRPr="00774E4F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747E1C" w:rsidRPr="00774E4F" w14:paraId="0D32290F" w14:textId="77777777" w:rsidTr="26AC820B">
        <w:tc>
          <w:tcPr>
            <w:tcW w:w="2694" w:type="dxa"/>
            <w:vAlign w:val="center"/>
          </w:tcPr>
          <w:p w14:paraId="7D73B163" w14:textId="77777777" w:rsidR="00747E1C" w:rsidRPr="00774E4F" w:rsidRDefault="00747E1C" w:rsidP="00747E1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A691AB3" w14:textId="249E4145" w:rsidR="00747E1C" w:rsidRPr="00774E4F" w:rsidRDefault="00586C6B" w:rsidP="00747E1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747E1C" w:rsidRPr="00774E4F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2F2E77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747E1C" w:rsidRPr="00774E4F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EA6668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747E1C" w:rsidRPr="00774E4F" w14:paraId="59C9E183" w14:textId="77777777" w:rsidTr="26AC820B">
        <w:tc>
          <w:tcPr>
            <w:tcW w:w="2694" w:type="dxa"/>
            <w:vAlign w:val="center"/>
          </w:tcPr>
          <w:p w14:paraId="585DEABB" w14:textId="77777777" w:rsidR="00747E1C" w:rsidRPr="00774E4F" w:rsidRDefault="00747E1C" w:rsidP="00747E1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602F050" w14:textId="77777777" w:rsidR="00747E1C" w:rsidRPr="00774E4F" w:rsidRDefault="00747E1C" w:rsidP="00747E1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74E4F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747E1C" w:rsidRPr="00774E4F" w14:paraId="032880EF" w14:textId="77777777" w:rsidTr="26AC820B">
        <w:tc>
          <w:tcPr>
            <w:tcW w:w="2694" w:type="dxa"/>
            <w:vAlign w:val="center"/>
          </w:tcPr>
          <w:p w14:paraId="30DD3E20" w14:textId="77777777" w:rsidR="00747E1C" w:rsidRPr="00774E4F" w:rsidRDefault="00747E1C" w:rsidP="00747E1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2A51BCE" w14:textId="77777777" w:rsidR="00747E1C" w:rsidRPr="00774E4F" w:rsidRDefault="005A6916" w:rsidP="00747E1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74E4F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47E1C" w:rsidRPr="00774E4F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747E1C" w:rsidRPr="00774E4F" w14:paraId="56B9EEBB" w14:textId="77777777" w:rsidTr="26AC820B">
        <w:tc>
          <w:tcPr>
            <w:tcW w:w="2694" w:type="dxa"/>
            <w:vAlign w:val="center"/>
          </w:tcPr>
          <w:p w14:paraId="43E71529" w14:textId="77777777" w:rsidR="00747E1C" w:rsidRPr="00774E4F" w:rsidRDefault="00747E1C" w:rsidP="00747E1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323928D" w14:textId="31DBE7BE" w:rsidR="00747E1C" w:rsidRPr="00774E4F" w:rsidRDefault="00FB619E" w:rsidP="26AC82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4733CA94" w:rsidRPr="26AC820B">
              <w:rPr>
                <w:rFonts w:ascii="Corbel" w:hAnsi="Corbel"/>
                <w:b w:val="0"/>
                <w:sz w:val="24"/>
                <w:szCs w:val="24"/>
              </w:rPr>
              <w:t xml:space="preserve">r hab. Agata </w:t>
            </w:r>
            <w:r w:rsidR="3CB68793" w:rsidRPr="26AC820B">
              <w:rPr>
                <w:rFonts w:ascii="Corbel" w:hAnsi="Corbel"/>
                <w:b w:val="0"/>
                <w:sz w:val="24"/>
                <w:szCs w:val="24"/>
              </w:rPr>
              <w:t>B</w:t>
            </w:r>
            <w:r w:rsidR="4733CA94" w:rsidRPr="26AC820B">
              <w:rPr>
                <w:rFonts w:ascii="Corbel" w:hAnsi="Corbel"/>
                <w:b w:val="0"/>
                <w:sz w:val="24"/>
                <w:szCs w:val="24"/>
              </w:rPr>
              <w:t>arczewska-Dziobek, prof. UR</w:t>
            </w:r>
          </w:p>
        </w:tc>
      </w:tr>
      <w:tr w:rsidR="00747E1C" w:rsidRPr="00774E4F" w14:paraId="39012CF3" w14:textId="77777777" w:rsidTr="26AC820B">
        <w:tc>
          <w:tcPr>
            <w:tcW w:w="2694" w:type="dxa"/>
            <w:vAlign w:val="center"/>
          </w:tcPr>
          <w:p w14:paraId="36086F06" w14:textId="77777777" w:rsidR="00747E1C" w:rsidRPr="00774E4F" w:rsidRDefault="00747E1C" w:rsidP="00747E1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1E787C" w14:textId="71B8AE2A" w:rsidR="00747E1C" w:rsidRPr="00774E4F" w:rsidRDefault="00FB619E" w:rsidP="00DD781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E27AEB">
              <w:rPr>
                <w:rFonts w:ascii="Corbel" w:hAnsi="Corbel"/>
                <w:b w:val="0"/>
                <w:sz w:val="24"/>
                <w:szCs w:val="24"/>
              </w:rPr>
              <w:t>gr Dominika Nowak</w:t>
            </w:r>
          </w:p>
        </w:tc>
      </w:tr>
    </w:tbl>
    <w:p w14:paraId="7D264283" w14:textId="77777777" w:rsidR="0085747A" w:rsidRPr="00774E4F" w:rsidRDefault="0085747A" w:rsidP="00747E1C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26AC820B">
        <w:rPr>
          <w:rFonts w:ascii="Corbel" w:hAnsi="Corbel"/>
          <w:sz w:val="24"/>
          <w:szCs w:val="24"/>
        </w:rPr>
        <w:t xml:space="preserve">* </w:t>
      </w:r>
      <w:r w:rsidRPr="26AC820B">
        <w:rPr>
          <w:rFonts w:ascii="Corbel" w:hAnsi="Corbel"/>
          <w:i/>
          <w:iCs/>
          <w:sz w:val="24"/>
          <w:szCs w:val="24"/>
        </w:rPr>
        <w:t>-</w:t>
      </w:r>
      <w:r w:rsidR="00B90885" w:rsidRPr="26AC820B">
        <w:rPr>
          <w:rFonts w:ascii="Corbel" w:hAnsi="Corbel"/>
          <w:b w:val="0"/>
          <w:i/>
          <w:iCs/>
          <w:sz w:val="24"/>
          <w:szCs w:val="24"/>
        </w:rPr>
        <w:t>opcjonalni</w:t>
      </w:r>
      <w:r w:rsidR="00B90885" w:rsidRPr="26AC820B">
        <w:rPr>
          <w:rFonts w:ascii="Corbel" w:hAnsi="Corbel"/>
          <w:b w:val="0"/>
          <w:sz w:val="24"/>
          <w:szCs w:val="24"/>
        </w:rPr>
        <w:t>e,</w:t>
      </w:r>
      <w:r w:rsidRPr="26AC820B">
        <w:rPr>
          <w:rFonts w:ascii="Corbel" w:hAnsi="Corbel"/>
          <w:i/>
          <w:iCs/>
          <w:sz w:val="24"/>
          <w:szCs w:val="24"/>
        </w:rPr>
        <w:t xml:space="preserve"> </w:t>
      </w:r>
      <w:r w:rsidRPr="26AC820B">
        <w:rPr>
          <w:rFonts w:ascii="Corbel" w:hAnsi="Corbel"/>
          <w:b w:val="0"/>
          <w:i/>
          <w:iCs/>
          <w:sz w:val="24"/>
          <w:szCs w:val="24"/>
        </w:rPr>
        <w:t xml:space="preserve">zgodnie z ustaleniami </w:t>
      </w:r>
      <w:r w:rsidR="00B90885" w:rsidRPr="26AC820B">
        <w:rPr>
          <w:rFonts w:ascii="Corbel" w:hAnsi="Corbel"/>
          <w:b w:val="0"/>
          <w:i/>
          <w:iCs/>
          <w:sz w:val="24"/>
          <w:szCs w:val="24"/>
        </w:rPr>
        <w:t>w Jednostce</w:t>
      </w:r>
    </w:p>
    <w:p w14:paraId="3FD28C6F" w14:textId="5F39A02D" w:rsidR="0085747A" w:rsidRPr="00774E4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74E4F">
        <w:rPr>
          <w:rFonts w:ascii="Corbel" w:hAnsi="Corbel"/>
          <w:sz w:val="24"/>
          <w:szCs w:val="24"/>
        </w:rPr>
        <w:t>1.</w:t>
      </w:r>
      <w:r w:rsidR="00E22FBC" w:rsidRPr="00774E4F">
        <w:rPr>
          <w:rFonts w:ascii="Corbel" w:hAnsi="Corbel"/>
          <w:sz w:val="24"/>
          <w:szCs w:val="24"/>
        </w:rPr>
        <w:t>1</w:t>
      </w:r>
      <w:r w:rsidRPr="00774E4F">
        <w:rPr>
          <w:rFonts w:ascii="Corbel" w:hAnsi="Corbel"/>
          <w:sz w:val="24"/>
          <w:szCs w:val="24"/>
        </w:rPr>
        <w:t>.</w:t>
      </w:r>
      <w:r w:rsidR="00FB619E">
        <w:rPr>
          <w:rFonts w:ascii="Corbel" w:hAnsi="Corbel"/>
          <w:sz w:val="24"/>
          <w:szCs w:val="24"/>
        </w:rPr>
        <w:t xml:space="preserve"> </w:t>
      </w:r>
      <w:r w:rsidRPr="00774E4F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B624715" w14:textId="77777777" w:rsidR="00923D7D" w:rsidRPr="00774E4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0"/>
        <w:gridCol w:w="840"/>
        <w:gridCol w:w="710"/>
        <w:gridCol w:w="915"/>
        <w:gridCol w:w="737"/>
        <w:gridCol w:w="821"/>
        <w:gridCol w:w="763"/>
        <w:gridCol w:w="948"/>
        <w:gridCol w:w="1189"/>
        <w:gridCol w:w="1505"/>
      </w:tblGrid>
      <w:tr w:rsidR="00015B8F" w:rsidRPr="00774E4F" w14:paraId="3DB827B9" w14:textId="77777777" w:rsidTr="44674766"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DB26A" w14:textId="77777777" w:rsidR="00015B8F" w:rsidRPr="00774E4F" w:rsidRDefault="00015B8F" w:rsidP="00747E1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74E4F">
              <w:rPr>
                <w:rFonts w:ascii="Corbel" w:hAnsi="Corbel"/>
                <w:szCs w:val="24"/>
              </w:rPr>
              <w:t>Semestr</w:t>
            </w:r>
          </w:p>
          <w:p w14:paraId="43C278C7" w14:textId="77777777" w:rsidR="00015B8F" w:rsidRPr="00774E4F" w:rsidRDefault="002B5EA0" w:rsidP="00747E1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74E4F">
              <w:rPr>
                <w:rFonts w:ascii="Corbel" w:hAnsi="Corbel"/>
                <w:szCs w:val="24"/>
              </w:rPr>
              <w:t>(</w:t>
            </w:r>
            <w:r w:rsidR="00363F78" w:rsidRPr="00774E4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05631" w14:textId="77777777" w:rsidR="00015B8F" w:rsidRPr="00774E4F" w:rsidRDefault="00015B8F" w:rsidP="00747E1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74E4F">
              <w:rPr>
                <w:rFonts w:ascii="Corbel" w:hAnsi="Corbel"/>
                <w:szCs w:val="24"/>
              </w:rPr>
              <w:t>Wykł</w:t>
            </w:r>
            <w:proofErr w:type="spellEnd"/>
            <w:r w:rsidRPr="00774E4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75EDC" w14:textId="77777777" w:rsidR="00015B8F" w:rsidRPr="00774E4F" w:rsidRDefault="00015B8F" w:rsidP="00747E1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74E4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ED538" w14:textId="77777777" w:rsidR="00015B8F" w:rsidRPr="00774E4F" w:rsidRDefault="00015B8F" w:rsidP="00747E1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74E4F">
              <w:rPr>
                <w:rFonts w:ascii="Corbel" w:hAnsi="Corbel"/>
                <w:szCs w:val="24"/>
              </w:rPr>
              <w:t>Konw</w:t>
            </w:r>
            <w:proofErr w:type="spellEnd"/>
            <w:r w:rsidRPr="00774E4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6A121" w14:textId="77777777" w:rsidR="00015B8F" w:rsidRPr="00774E4F" w:rsidRDefault="00015B8F" w:rsidP="00747E1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74E4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05C63" w14:textId="77777777" w:rsidR="00015B8F" w:rsidRPr="00774E4F" w:rsidRDefault="00015B8F" w:rsidP="00747E1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74E4F">
              <w:rPr>
                <w:rFonts w:ascii="Corbel" w:hAnsi="Corbel"/>
                <w:szCs w:val="24"/>
              </w:rPr>
              <w:t>Sem</w:t>
            </w:r>
            <w:proofErr w:type="spellEnd"/>
            <w:r w:rsidRPr="00774E4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4FCF0" w14:textId="77777777" w:rsidR="00015B8F" w:rsidRPr="00774E4F" w:rsidRDefault="00015B8F" w:rsidP="00747E1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74E4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834CA" w14:textId="77777777" w:rsidR="00015B8F" w:rsidRPr="00774E4F" w:rsidRDefault="00015B8F" w:rsidP="00747E1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74E4F">
              <w:rPr>
                <w:rFonts w:ascii="Corbel" w:hAnsi="Corbel"/>
                <w:szCs w:val="24"/>
              </w:rPr>
              <w:t>Prakt</w:t>
            </w:r>
            <w:proofErr w:type="spellEnd"/>
            <w:r w:rsidRPr="00774E4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E0CA9" w14:textId="77777777" w:rsidR="00015B8F" w:rsidRPr="00774E4F" w:rsidRDefault="00015B8F" w:rsidP="00747E1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74E4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8A329" w14:textId="77777777" w:rsidR="00015B8F" w:rsidRPr="00774E4F" w:rsidRDefault="00015B8F" w:rsidP="00747E1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74E4F">
              <w:rPr>
                <w:rFonts w:ascii="Corbel" w:hAnsi="Corbel"/>
                <w:b/>
                <w:szCs w:val="24"/>
              </w:rPr>
              <w:t>Liczba pkt</w:t>
            </w:r>
            <w:r w:rsidR="00B90885" w:rsidRPr="00774E4F">
              <w:rPr>
                <w:rFonts w:ascii="Corbel" w:hAnsi="Corbel"/>
                <w:b/>
                <w:szCs w:val="24"/>
              </w:rPr>
              <w:t>.</w:t>
            </w:r>
            <w:r w:rsidRPr="00774E4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774E4F" w14:paraId="3C254143" w14:textId="77777777" w:rsidTr="44674766">
        <w:trPr>
          <w:trHeight w:val="453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8B727" w14:textId="55EB275A" w:rsidR="00015B8F" w:rsidRPr="00665687" w:rsidRDefault="001A7BBC" w:rsidP="00747E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72FEF" w14:textId="77777777" w:rsidR="00015B8F" w:rsidRPr="00665687" w:rsidRDefault="00015B8F" w:rsidP="00747E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6925B" w14:textId="77777777" w:rsidR="00015B8F" w:rsidRPr="00665687" w:rsidRDefault="00015B8F" w:rsidP="00747E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97F2D" w14:textId="2F9F5D69" w:rsidR="00015B8F" w:rsidRPr="00665687" w:rsidRDefault="00940442" w:rsidP="00747E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44674766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0F00D" w14:textId="77777777" w:rsidR="00015B8F" w:rsidRPr="00665687" w:rsidRDefault="00015B8F" w:rsidP="00747E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5E6FC" w14:textId="77777777" w:rsidR="00015B8F" w:rsidRPr="00665687" w:rsidRDefault="00015B8F" w:rsidP="00747E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B173C" w14:textId="77777777" w:rsidR="00015B8F" w:rsidRPr="00665687" w:rsidRDefault="00015B8F" w:rsidP="00747E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7096D" w14:textId="77777777" w:rsidR="00015B8F" w:rsidRPr="00665687" w:rsidRDefault="00015B8F" w:rsidP="00747E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17004" w14:textId="77777777" w:rsidR="00015B8F" w:rsidRPr="00665687" w:rsidRDefault="00015B8F" w:rsidP="00747E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325FE" w14:textId="77777777" w:rsidR="00015B8F" w:rsidRPr="00665687" w:rsidRDefault="004D6C76" w:rsidP="00747E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65687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C4585D2" w14:textId="77777777" w:rsidR="00923D7D" w:rsidRPr="00774E4F" w:rsidRDefault="00923D7D" w:rsidP="004826C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22BCB5E" w14:textId="4074B7BD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774E4F">
        <w:rPr>
          <w:rFonts w:ascii="Corbel" w:hAnsi="Corbel"/>
          <w:smallCaps w:val="0"/>
          <w:szCs w:val="24"/>
        </w:rPr>
        <w:t>1.</w:t>
      </w:r>
      <w:r w:rsidR="00E22FBC" w:rsidRPr="00774E4F">
        <w:rPr>
          <w:rFonts w:ascii="Corbel" w:hAnsi="Corbel"/>
          <w:smallCaps w:val="0"/>
          <w:szCs w:val="24"/>
        </w:rPr>
        <w:t>2</w:t>
      </w:r>
      <w:r w:rsidR="00F83B28" w:rsidRPr="00774E4F">
        <w:rPr>
          <w:rFonts w:ascii="Corbel" w:hAnsi="Corbel"/>
          <w:smallCaps w:val="0"/>
          <w:szCs w:val="24"/>
        </w:rPr>
        <w:t>.</w:t>
      </w:r>
      <w:r w:rsidR="00F83B28" w:rsidRPr="00774E4F">
        <w:rPr>
          <w:rFonts w:ascii="Corbel" w:hAnsi="Corbel"/>
          <w:smallCaps w:val="0"/>
          <w:szCs w:val="24"/>
        </w:rPr>
        <w:tab/>
      </w:r>
      <w:r w:rsidRPr="00774E4F">
        <w:rPr>
          <w:rFonts w:ascii="Corbel" w:hAnsi="Corbel"/>
          <w:smallCaps w:val="0"/>
          <w:szCs w:val="24"/>
        </w:rPr>
        <w:t>Sposób realizacji zajęć</w:t>
      </w:r>
    </w:p>
    <w:p w14:paraId="649B13D6" w14:textId="77777777" w:rsidR="00FB619E" w:rsidRPr="00774E4F" w:rsidRDefault="00FB619E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5259537" w14:textId="2C357A32" w:rsidR="0085747A" w:rsidRPr="00774E4F" w:rsidRDefault="00FB619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Cs/>
          <w:smallCaps w:val="0"/>
          <w:szCs w:val="24"/>
        </w:rPr>
        <w:t xml:space="preserve"> </w:t>
      </w:r>
      <w:r w:rsidRPr="00FB619E">
        <w:rPr>
          <w:rFonts w:ascii="Corbel" w:hAnsi="Corbel"/>
          <w:bCs/>
          <w:smallCaps w:val="0"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 </w:t>
      </w:r>
      <w:r w:rsidR="0085747A" w:rsidRPr="00774E4F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C7AC780" w14:textId="77777777" w:rsidR="00DD7819" w:rsidRPr="009C54AE" w:rsidRDefault="00DD7819" w:rsidP="00DD781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3C07022" w14:textId="77777777" w:rsidR="0085747A" w:rsidRPr="004826C6" w:rsidRDefault="0085747A" w:rsidP="009C54AE">
      <w:pPr>
        <w:pStyle w:val="Punktygwne"/>
        <w:spacing w:before="0" w:after="0"/>
        <w:rPr>
          <w:rFonts w:ascii="Corbel" w:hAnsi="Corbel"/>
          <w:smallCaps w:val="0"/>
          <w:color w:val="FF0000"/>
          <w:szCs w:val="24"/>
        </w:rPr>
      </w:pPr>
    </w:p>
    <w:p w14:paraId="789A88DD" w14:textId="7D98DD8A" w:rsidR="00E22FBC" w:rsidRPr="00774E4F" w:rsidRDefault="00E22FBC" w:rsidP="26AC820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26AC820B">
        <w:rPr>
          <w:rFonts w:ascii="Corbel" w:hAnsi="Corbel"/>
          <w:smallCaps w:val="0"/>
        </w:rPr>
        <w:t xml:space="preserve">1.3 </w:t>
      </w:r>
      <w:r>
        <w:tab/>
      </w:r>
      <w:r w:rsidRPr="26AC820B">
        <w:rPr>
          <w:rFonts w:ascii="Corbel" w:hAnsi="Corbel"/>
          <w:smallCaps w:val="0"/>
        </w:rPr>
        <w:t>For</w:t>
      </w:r>
      <w:r w:rsidR="00445970" w:rsidRPr="26AC820B">
        <w:rPr>
          <w:rFonts w:ascii="Corbel" w:hAnsi="Corbel"/>
          <w:smallCaps w:val="0"/>
        </w:rPr>
        <w:t xml:space="preserve">ma zaliczenia przedmiotu </w:t>
      </w:r>
      <w:r w:rsidRPr="26AC820B">
        <w:rPr>
          <w:rFonts w:ascii="Corbel" w:hAnsi="Corbel"/>
          <w:smallCaps w:val="0"/>
        </w:rPr>
        <w:t xml:space="preserve">(z toku) </w:t>
      </w:r>
      <w:r w:rsidRPr="26AC820B">
        <w:rPr>
          <w:rFonts w:ascii="Corbel" w:hAnsi="Corbel"/>
          <w:b w:val="0"/>
          <w:smallCaps w:val="0"/>
        </w:rPr>
        <w:t>(egzamin, zaliczenie z oceną, zaliczenie bez oceny)</w:t>
      </w:r>
    </w:p>
    <w:p w14:paraId="5B816F2F" w14:textId="77777777" w:rsidR="009C54AE" w:rsidRPr="00774E4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93434E" w14:textId="646E8265" w:rsidR="0031137F" w:rsidRPr="00774E4F" w:rsidRDefault="00FB619E" w:rsidP="00FB619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Konwersatorium - z</w:t>
      </w:r>
      <w:r w:rsidR="0031137F" w:rsidRPr="00774E4F">
        <w:rPr>
          <w:rFonts w:ascii="Corbel" w:hAnsi="Corbel"/>
          <w:b w:val="0"/>
          <w:smallCaps w:val="0"/>
          <w:szCs w:val="24"/>
        </w:rPr>
        <w:t xml:space="preserve">aliczenie </w:t>
      </w:r>
      <w:r w:rsidR="00665687">
        <w:rPr>
          <w:rFonts w:ascii="Corbel" w:hAnsi="Corbel"/>
          <w:b w:val="0"/>
          <w:smallCaps w:val="0"/>
          <w:szCs w:val="24"/>
        </w:rPr>
        <w:t>z oceną</w:t>
      </w:r>
    </w:p>
    <w:p w14:paraId="1F89CA06" w14:textId="77777777" w:rsidR="00E960BB" w:rsidRPr="00774E4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1814FC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74E4F">
        <w:rPr>
          <w:rFonts w:ascii="Corbel" w:hAnsi="Corbel"/>
          <w:szCs w:val="24"/>
        </w:rPr>
        <w:t xml:space="preserve">2.Wymagania wstępne </w:t>
      </w:r>
    </w:p>
    <w:p w14:paraId="2AE9C1FE" w14:textId="77777777" w:rsidR="004826C6" w:rsidRPr="00774E4F" w:rsidRDefault="004826C6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74E4F" w14:paraId="4D7A4A6A" w14:textId="77777777" w:rsidTr="00745302">
        <w:tc>
          <w:tcPr>
            <w:tcW w:w="9670" w:type="dxa"/>
          </w:tcPr>
          <w:p w14:paraId="64C3FAD3" w14:textId="77777777" w:rsidR="0085747A" w:rsidRPr="00774E4F" w:rsidRDefault="00BD4E8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="0031137F" w:rsidRPr="00774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odstawy nauki administracji</w:t>
            </w:r>
            <w:r w:rsidR="009B5D4A" w:rsidRPr="00774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9B5D4A" w:rsidRPr="00774E4F">
              <w:rPr>
                <w:rFonts w:ascii="Corbel" w:hAnsi="Corbel"/>
                <w:b w:val="0"/>
                <w:smallCaps w:val="0"/>
                <w:szCs w:val="24"/>
              </w:rPr>
              <w:t>prawa administracyjnego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6785B593" w14:textId="77777777" w:rsidR="00153C41" w:rsidRPr="00774E4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09D57AE" w14:textId="77777777" w:rsidR="00FB619E" w:rsidRDefault="00FB619E">
      <w:pPr>
        <w:spacing w:after="0" w:line="240" w:lineRule="auto"/>
        <w:rPr>
          <w:rFonts w:ascii="Corbel" w:hAnsi="Corbel"/>
          <w:b/>
          <w:smallCaps/>
          <w:sz w:val="24"/>
        </w:rPr>
      </w:pPr>
      <w:r>
        <w:rPr>
          <w:rFonts w:ascii="Corbel" w:hAnsi="Corbel"/>
        </w:rPr>
        <w:br w:type="page"/>
      </w:r>
    </w:p>
    <w:p w14:paraId="0F93A5EB" w14:textId="7F54BB2B" w:rsidR="0085747A" w:rsidRPr="00774E4F" w:rsidRDefault="0071620A" w:rsidP="44674766">
      <w:pPr>
        <w:pStyle w:val="Punktygwne"/>
        <w:spacing w:before="0" w:after="0"/>
        <w:rPr>
          <w:rFonts w:ascii="Corbel" w:hAnsi="Corbel"/>
        </w:rPr>
      </w:pPr>
      <w:r w:rsidRPr="26AC820B">
        <w:rPr>
          <w:rFonts w:ascii="Corbel" w:hAnsi="Corbel"/>
        </w:rPr>
        <w:lastRenderedPageBreak/>
        <w:t>3.</w:t>
      </w:r>
      <w:r w:rsidR="0085747A" w:rsidRPr="26AC820B">
        <w:rPr>
          <w:rFonts w:ascii="Corbel" w:hAnsi="Corbel"/>
        </w:rPr>
        <w:t xml:space="preserve"> </w:t>
      </w:r>
      <w:r w:rsidR="00A84C85" w:rsidRPr="26AC820B">
        <w:rPr>
          <w:rFonts w:ascii="Corbel" w:hAnsi="Corbel"/>
        </w:rPr>
        <w:t>cele, efekty uczenia się</w:t>
      </w:r>
      <w:r w:rsidR="0085747A" w:rsidRPr="26AC820B">
        <w:rPr>
          <w:rFonts w:ascii="Corbel" w:hAnsi="Corbel"/>
        </w:rPr>
        <w:t>, treści Programowe i stosowane metody Dydaktyczne</w:t>
      </w:r>
    </w:p>
    <w:p w14:paraId="2E50CFDC" w14:textId="77777777" w:rsidR="0085747A" w:rsidRPr="00774E4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D42FA32" w14:textId="77777777" w:rsidR="0085747A" w:rsidRPr="00774E4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74E4F">
        <w:rPr>
          <w:rFonts w:ascii="Corbel" w:hAnsi="Corbel"/>
          <w:sz w:val="24"/>
          <w:szCs w:val="24"/>
        </w:rPr>
        <w:t xml:space="preserve">3.1 </w:t>
      </w:r>
      <w:r w:rsidR="00C05F44" w:rsidRPr="00774E4F">
        <w:rPr>
          <w:rFonts w:ascii="Corbel" w:hAnsi="Corbel"/>
          <w:sz w:val="24"/>
          <w:szCs w:val="24"/>
        </w:rPr>
        <w:t>Cele przedmiotu</w:t>
      </w:r>
    </w:p>
    <w:p w14:paraId="3D8530BF" w14:textId="77777777" w:rsidR="00F83B28" w:rsidRPr="00774E4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ED029C" w:rsidRPr="00774E4F" w14:paraId="548571C2" w14:textId="77777777" w:rsidTr="00FB619E">
        <w:tc>
          <w:tcPr>
            <w:tcW w:w="851" w:type="dxa"/>
            <w:vAlign w:val="center"/>
          </w:tcPr>
          <w:p w14:paraId="39ABEE79" w14:textId="77915708" w:rsidR="0085747A" w:rsidRPr="00774E4F" w:rsidRDefault="0085747A" w:rsidP="00FB619E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74E4F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13E85EB1" w14:textId="762DEA84" w:rsidR="0085747A" w:rsidRPr="00774E4F" w:rsidRDefault="0031137F" w:rsidP="00B75C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26AC820B">
              <w:rPr>
                <w:rFonts w:ascii="Corbel" w:hAnsi="Corbel"/>
                <w:b w:val="0"/>
                <w:sz w:val="24"/>
                <w:szCs w:val="24"/>
              </w:rPr>
              <w:t xml:space="preserve">Student powinien uzyskać wiedzę na </w:t>
            </w:r>
            <w:r w:rsidR="3341DAF2" w:rsidRPr="26AC820B">
              <w:rPr>
                <w:rFonts w:ascii="Corbel" w:hAnsi="Corbel"/>
                <w:b w:val="0"/>
                <w:sz w:val="24"/>
                <w:szCs w:val="24"/>
              </w:rPr>
              <w:t>temat</w:t>
            </w:r>
            <w:r w:rsidR="7AF47D25" w:rsidRPr="26AC820B">
              <w:rPr>
                <w:rFonts w:ascii="Corbel" w:hAnsi="Corbel"/>
                <w:b w:val="0"/>
                <w:sz w:val="24"/>
                <w:szCs w:val="24"/>
              </w:rPr>
              <w:t xml:space="preserve"> istoty i zakresu kierownictwa organów administracji publicznej</w:t>
            </w:r>
            <w:r w:rsidR="2DB02531" w:rsidRPr="26AC820B">
              <w:rPr>
                <w:rFonts w:ascii="Corbel" w:hAnsi="Corbel"/>
                <w:b w:val="0"/>
                <w:sz w:val="24"/>
                <w:szCs w:val="24"/>
              </w:rPr>
              <w:t xml:space="preserve"> oraz</w:t>
            </w:r>
            <w:r w:rsidRPr="26AC820B">
              <w:rPr>
                <w:rFonts w:ascii="Corbel" w:hAnsi="Corbel"/>
                <w:b w:val="0"/>
                <w:sz w:val="24"/>
                <w:szCs w:val="24"/>
              </w:rPr>
              <w:t xml:space="preserve"> for</w:t>
            </w:r>
            <w:r w:rsidR="3941AE5F" w:rsidRPr="26AC820B">
              <w:rPr>
                <w:rFonts w:ascii="Corbel" w:hAnsi="Corbel"/>
                <w:b w:val="0"/>
                <w:sz w:val="24"/>
                <w:szCs w:val="24"/>
              </w:rPr>
              <w:t>m oddziaływań kierowniczych.</w:t>
            </w:r>
          </w:p>
        </w:tc>
      </w:tr>
      <w:tr w:rsidR="00ED029C" w:rsidRPr="00774E4F" w14:paraId="0C2BC327" w14:textId="77777777" w:rsidTr="00FB619E">
        <w:tc>
          <w:tcPr>
            <w:tcW w:w="851" w:type="dxa"/>
            <w:vAlign w:val="center"/>
          </w:tcPr>
          <w:p w14:paraId="1E6A07EE" w14:textId="77777777" w:rsidR="0085747A" w:rsidRPr="00774E4F" w:rsidRDefault="0031137F" w:rsidP="00FB619E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4BEF0E1" w14:textId="77777777" w:rsidR="0085747A" w:rsidRPr="00774E4F" w:rsidRDefault="00B75C90" w:rsidP="00B75C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4E4F">
              <w:rPr>
                <w:rFonts w:ascii="Corbel" w:hAnsi="Corbel"/>
                <w:b w:val="0"/>
                <w:sz w:val="24"/>
                <w:szCs w:val="24"/>
              </w:rPr>
              <w:t>Student powinien uzyskać wiedzę na temat uprawnień na stanowiskach kierowniczych w urzędach administracji publicznej.</w:t>
            </w:r>
          </w:p>
        </w:tc>
      </w:tr>
      <w:tr w:rsidR="00ED029C" w:rsidRPr="00774E4F" w14:paraId="048237C1" w14:textId="77777777" w:rsidTr="00FB619E">
        <w:tc>
          <w:tcPr>
            <w:tcW w:w="851" w:type="dxa"/>
            <w:vAlign w:val="center"/>
          </w:tcPr>
          <w:p w14:paraId="05EA79BA" w14:textId="77777777" w:rsidR="0085747A" w:rsidRPr="00774E4F" w:rsidRDefault="0085747A" w:rsidP="00FB619E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74E4F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31137F" w:rsidRPr="00774E4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F4C7DC9" w14:textId="77777777" w:rsidR="0085747A" w:rsidRPr="00774E4F" w:rsidRDefault="0031137F" w:rsidP="00C709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4E4F">
              <w:rPr>
                <w:rFonts w:ascii="Corbel" w:hAnsi="Corbel"/>
                <w:b w:val="0"/>
                <w:sz w:val="24"/>
                <w:szCs w:val="24"/>
              </w:rPr>
              <w:t>St</w:t>
            </w:r>
            <w:r w:rsidR="005D60B1" w:rsidRPr="00774E4F">
              <w:rPr>
                <w:rFonts w:ascii="Corbel" w:hAnsi="Corbel"/>
                <w:b w:val="0"/>
                <w:sz w:val="24"/>
                <w:szCs w:val="24"/>
              </w:rPr>
              <w:t xml:space="preserve">udent powinien orientować się </w:t>
            </w:r>
            <w:r w:rsidR="00C709FF" w:rsidRPr="00774E4F">
              <w:rPr>
                <w:rFonts w:ascii="Corbel" w:hAnsi="Corbel"/>
                <w:b w:val="0"/>
                <w:sz w:val="24"/>
                <w:szCs w:val="24"/>
              </w:rPr>
              <w:t xml:space="preserve">i ocenić przydatność poszczególnych </w:t>
            </w:r>
            <w:r w:rsidR="005D60B1" w:rsidRPr="00774E4F">
              <w:rPr>
                <w:rFonts w:ascii="Corbel" w:hAnsi="Corbel"/>
                <w:b w:val="0"/>
                <w:sz w:val="24"/>
                <w:szCs w:val="24"/>
              </w:rPr>
              <w:t>środków</w:t>
            </w:r>
            <w:r w:rsidR="00C709FF" w:rsidRPr="00774E4F">
              <w:rPr>
                <w:rFonts w:ascii="Corbel" w:hAnsi="Corbel"/>
                <w:b w:val="0"/>
                <w:sz w:val="24"/>
                <w:szCs w:val="24"/>
              </w:rPr>
              <w:t xml:space="preserve"> w </w:t>
            </w:r>
            <w:r w:rsidR="005D60B1" w:rsidRPr="00774E4F">
              <w:rPr>
                <w:rFonts w:ascii="Corbel" w:hAnsi="Corbel"/>
                <w:b w:val="0"/>
                <w:sz w:val="24"/>
                <w:szCs w:val="24"/>
              </w:rPr>
              <w:t>danej instytucji publicznej.</w:t>
            </w:r>
          </w:p>
        </w:tc>
      </w:tr>
    </w:tbl>
    <w:p w14:paraId="12A18F47" w14:textId="77777777" w:rsidR="0085747A" w:rsidRPr="00774E4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B02580E" w14:textId="77777777" w:rsidR="001D7B54" w:rsidRPr="00774E4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74E4F">
        <w:rPr>
          <w:rFonts w:ascii="Corbel" w:hAnsi="Corbel"/>
          <w:b/>
          <w:sz w:val="24"/>
          <w:szCs w:val="24"/>
        </w:rPr>
        <w:t xml:space="preserve">3.2 </w:t>
      </w:r>
      <w:r w:rsidR="001D7B54" w:rsidRPr="00774E4F">
        <w:rPr>
          <w:rFonts w:ascii="Corbel" w:hAnsi="Corbel"/>
          <w:b/>
          <w:sz w:val="24"/>
          <w:szCs w:val="24"/>
        </w:rPr>
        <w:t xml:space="preserve">Efekty </w:t>
      </w:r>
      <w:r w:rsidR="00C05F44" w:rsidRPr="00774E4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74E4F">
        <w:rPr>
          <w:rFonts w:ascii="Corbel" w:hAnsi="Corbel"/>
          <w:b/>
          <w:sz w:val="24"/>
          <w:szCs w:val="24"/>
        </w:rPr>
        <w:t>dla przedmiotu</w:t>
      </w:r>
      <w:r w:rsidR="00445970" w:rsidRPr="00774E4F">
        <w:rPr>
          <w:rFonts w:ascii="Corbel" w:hAnsi="Corbel"/>
          <w:sz w:val="24"/>
          <w:szCs w:val="24"/>
        </w:rPr>
        <w:t xml:space="preserve"> </w:t>
      </w:r>
    </w:p>
    <w:p w14:paraId="03F8F2F2" w14:textId="77777777" w:rsidR="001D7B54" w:rsidRPr="00774E4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4"/>
        <w:gridCol w:w="6063"/>
        <w:gridCol w:w="1871"/>
      </w:tblGrid>
      <w:tr w:rsidR="0085747A" w:rsidRPr="00774E4F" w14:paraId="566B8522" w14:textId="77777777" w:rsidTr="26AC820B">
        <w:tc>
          <w:tcPr>
            <w:tcW w:w="1701" w:type="dxa"/>
            <w:vAlign w:val="center"/>
          </w:tcPr>
          <w:p w14:paraId="008CE9F0" w14:textId="77777777" w:rsidR="0085747A" w:rsidRPr="00774E4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74E4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74E4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74E4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8F73C42" w14:textId="77777777" w:rsidR="0085747A" w:rsidRPr="00774E4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74E4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74E4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FCF7FEC" w14:textId="77777777" w:rsidR="0085747A" w:rsidRPr="00774E4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74E4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461B6" w:rsidRPr="00774E4F" w14:paraId="7B7A4F3D" w14:textId="77777777" w:rsidTr="26AC820B">
        <w:tc>
          <w:tcPr>
            <w:tcW w:w="1701" w:type="dxa"/>
          </w:tcPr>
          <w:p w14:paraId="75DF41B0" w14:textId="77777777" w:rsidR="00D461B6" w:rsidRPr="00774E4F" w:rsidRDefault="00D461B6" w:rsidP="00FB61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0F29EE" w:rsidRPr="00774E4F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096" w:type="dxa"/>
          </w:tcPr>
          <w:p w14:paraId="10E80310" w14:textId="77777777" w:rsidR="004C4960" w:rsidRPr="00774E4F" w:rsidRDefault="004C4960" w:rsidP="00FB61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4C4960">
              <w:rPr>
                <w:rFonts w:ascii="Corbel" w:hAnsi="Corbel"/>
                <w:b w:val="0"/>
                <w:smallCaps w:val="0"/>
                <w:szCs w:val="24"/>
              </w:rPr>
              <w:t>ma podstawową wiedzę o charakterze nauk prawnych, w tym prawno-administracyjnych, ich miejscu w systemie nauk społecznych i rozpoznaje relacje do innych nauk społecznych, zna zarys ewolucji podstawowych instytucji administracyjnych i prawnych, a także ma wiedzę o poglądach doktryny i orzecznictwa na temat struktur i instytucji prawnych i administracyjnych oraz rodzajów więzi społecznych występujących na gruncie nauki administracji;</w:t>
            </w:r>
          </w:p>
        </w:tc>
        <w:tc>
          <w:tcPr>
            <w:tcW w:w="1873" w:type="dxa"/>
          </w:tcPr>
          <w:p w14:paraId="2FCA35AF" w14:textId="77777777" w:rsidR="00D461B6" w:rsidRPr="00774E4F" w:rsidRDefault="008F273C" w:rsidP="00FB61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273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D461B6" w:rsidRPr="00774E4F" w14:paraId="7E563CAA" w14:textId="77777777" w:rsidTr="26AC820B">
        <w:tc>
          <w:tcPr>
            <w:tcW w:w="1701" w:type="dxa"/>
          </w:tcPr>
          <w:p w14:paraId="1E3EE11B" w14:textId="77777777" w:rsidR="00D461B6" w:rsidRPr="00774E4F" w:rsidRDefault="00D461B6" w:rsidP="00FB61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0F29EE" w:rsidRPr="00774E4F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6D4E8BB8" w14:textId="77777777" w:rsidR="00D461B6" w:rsidRPr="00774E4F" w:rsidRDefault="00BD4E83" w:rsidP="00FB61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E4537A" w:rsidRPr="00E4537A">
              <w:rPr>
                <w:rFonts w:ascii="Corbel" w:hAnsi="Corbel"/>
                <w:b w:val="0"/>
                <w:smallCaps w:val="0"/>
                <w:szCs w:val="24"/>
              </w:rPr>
              <w:t>ma podstawową wiedzę o relacjach między strukturami i instytucjami administracji publicznej;</w:t>
            </w:r>
          </w:p>
        </w:tc>
        <w:tc>
          <w:tcPr>
            <w:tcW w:w="1873" w:type="dxa"/>
          </w:tcPr>
          <w:p w14:paraId="7952F38C" w14:textId="77777777" w:rsidR="00D461B6" w:rsidRPr="00774E4F" w:rsidRDefault="008F273C" w:rsidP="00FB61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273C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1740FB" w:rsidRPr="00774E4F" w14:paraId="57AAD549" w14:textId="77777777" w:rsidTr="26AC820B">
        <w:tc>
          <w:tcPr>
            <w:tcW w:w="1701" w:type="dxa"/>
          </w:tcPr>
          <w:p w14:paraId="4D623ADF" w14:textId="77777777" w:rsidR="001740FB" w:rsidRPr="00774E4F" w:rsidRDefault="001740FB" w:rsidP="00FB61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C795341" w14:textId="77777777" w:rsidR="001740FB" w:rsidRPr="00774E4F" w:rsidRDefault="00BD4E83" w:rsidP="00FB61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</w:t>
            </w:r>
            <w:r w:rsidR="00E20F7F" w:rsidRPr="00E20F7F">
              <w:rPr>
                <w:rFonts w:ascii="Corbel" w:hAnsi="Corbel"/>
                <w:b w:val="0"/>
                <w:smallCaps w:val="0"/>
                <w:szCs w:val="24"/>
              </w:rPr>
              <w:t xml:space="preserve"> podstawową terminologię z zakresu dyscyplin</w:t>
            </w:r>
            <w:r w:rsidR="00DB688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20F7F" w:rsidRPr="00E20F7F">
              <w:rPr>
                <w:rFonts w:ascii="Corbel" w:hAnsi="Corbel"/>
                <w:b w:val="0"/>
                <w:smallCaps w:val="0"/>
                <w:szCs w:val="24"/>
              </w:rPr>
              <w:t>naukowych rea</w:t>
            </w:r>
            <w:r w:rsidR="00DB6881">
              <w:rPr>
                <w:rFonts w:ascii="Corbel" w:hAnsi="Corbel"/>
                <w:b w:val="0"/>
                <w:smallCaps w:val="0"/>
                <w:szCs w:val="24"/>
              </w:rPr>
              <w:t xml:space="preserve">lizowanych według planu studiów </w:t>
            </w:r>
            <w:r w:rsidR="00E20F7F" w:rsidRPr="00E20F7F">
              <w:rPr>
                <w:rFonts w:ascii="Corbel" w:hAnsi="Corbel"/>
                <w:b w:val="0"/>
                <w:smallCaps w:val="0"/>
                <w:szCs w:val="24"/>
              </w:rPr>
              <w:t>administracyjnych;</w:t>
            </w:r>
            <w:r w:rsidR="007C3615">
              <w:rPr>
                <w:rFonts w:ascii="Corbel" w:hAnsi="Corbel"/>
                <w:b w:val="0"/>
                <w:smallCaps w:val="0"/>
                <w:szCs w:val="24"/>
              </w:rPr>
              <w:t xml:space="preserve"> w tym pojęcie kierownictwa i pojęcia pokrewne.</w:t>
            </w:r>
            <w:r w:rsidR="00E4537A">
              <w:t xml:space="preserve"> </w:t>
            </w:r>
          </w:p>
        </w:tc>
        <w:tc>
          <w:tcPr>
            <w:tcW w:w="1873" w:type="dxa"/>
          </w:tcPr>
          <w:p w14:paraId="657BC113" w14:textId="77777777" w:rsidR="001740FB" w:rsidRPr="00774E4F" w:rsidRDefault="008F273C" w:rsidP="00FB61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273C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1740FB" w:rsidRPr="00774E4F" w14:paraId="7D9B9C1E" w14:textId="77777777" w:rsidTr="26AC820B">
        <w:tc>
          <w:tcPr>
            <w:tcW w:w="1701" w:type="dxa"/>
          </w:tcPr>
          <w:p w14:paraId="4FC53420" w14:textId="77777777" w:rsidR="001740FB" w:rsidRPr="00774E4F" w:rsidRDefault="001740FB" w:rsidP="00FB61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B6D8AF6" w14:textId="77777777" w:rsidR="001740FB" w:rsidRPr="00774E4F" w:rsidRDefault="00BD4E83" w:rsidP="00FB61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292B42" w:rsidRPr="00292B42">
              <w:rPr>
                <w:rFonts w:ascii="Corbel" w:hAnsi="Corbel"/>
                <w:b w:val="0"/>
                <w:smallCaps w:val="0"/>
                <w:szCs w:val="24"/>
              </w:rPr>
              <w:t>zna i rozumie metody, narzędzia i techniki pozyskiwania danych właściwe dla nauk administracyjnych pozwalające opisywać organy administracji publicznej, ich struktury oraz zasady działania;</w:t>
            </w:r>
          </w:p>
        </w:tc>
        <w:tc>
          <w:tcPr>
            <w:tcW w:w="1873" w:type="dxa"/>
          </w:tcPr>
          <w:p w14:paraId="1478E952" w14:textId="77777777" w:rsidR="001740FB" w:rsidRPr="00774E4F" w:rsidRDefault="008F273C" w:rsidP="00FB61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273C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1740FB" w:rsidRPr="00774E4F" w14:paraId="75A8281A" w14:textId="77777777" w:rsidTr="26AC820B">
        <w:tc>
          <w:tcPr>
            <w:tcW w:w="1701" w:type="dxa"/>
          </w:tcPr>
          <w:p w14:paraId="55C126FB" w14:textId="77777777" w:rsidR="001740FB" w:rsidRPr="00774E4F" w:rsidRDefault="001740FB" w:rsidP="00FB61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F273C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774E4F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6096" w:type="dxa"/>
          </w:tcPr>
          <w:p w14:paraId="6E013D3A" w14:textId="77777777" w:rsidR="001740FB" w:rsidRPr="00774E4F" w:rsidRDefault="00154859" w:rsidP="00FB61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t xml:space="preserve"> </w:t>
            </w:r>
            <w:r w:rsidR="00BD4E83"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Pr="00154859">
              <w:rPr>
                <w:rFonts w:ascii="Corbel" w:hAnsi="Corbel"/>
                <w:b w:val="0"/>
                <w:smallCaps w:val="0"/>
                <w:szCs w:val="24"/>
              </w:rPr>
              <w:t>osiada podstawową wiedzę o człowieku jako podmiocie stosunków publicznoprawnych i prywatnoprawnych, jego prawach i obowiązkach oraz środkach i zasadach ochrony statusu jednostki;</w:t>
            </w:r>
          </w:p>
        </w:tc>
        <w:tc>
          <w:tcPr>
            <w:tcW w:w="1873" w:type="dxa"/>
          </w:tcPr>
          <w:p w14:paraId="4096D64D" w14:textId="77777777" w:rsidR="001740FB" w:rsidRPr="00774E4F" w:rsidRDefault="008F273C" w:rsidP="00FB61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273C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F273C" w:rsidRPr="00774E4F" w14:paraId="7F861849" w14:textId="77777777" w:rsidTr="26AC820B">
        <w:tc>
          <w:tcPr>
            <w:tcW w:w="1701" w:type="dxa"/>
          </w:tcPr>
          <w:p w14:paraId="4F176F5F" w14:textId="77777777" w:rsidR="008F273C" w:rsidRPr="00774E4F" w:rsidRDefault="008F273C" w:rsidP="00FB61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51186827" w14:textId="1C4CE741" w:rsidR="008F273C" w:rsidRPr="00774E4F" w:rsidRDefault="50961833" w:rsidP="00FB61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AC820B">
              <w:rPr>
                <w:rFonts w:ascii="Corbel" w:hAnsi="Corbel"/>
                <w:b w:val="0"/>
                <w:smallCaps w:val="0"/>
              </w:rPr>
              <w:t>Student p</w:t>
            </w:r>
            <w:r w:rsidR="0C71E873" w:rsidRPr="26AC820B">
              <w:rPr>
                <w:rFonts w:ascii="Corbel" w:hAnsi="Corbel"/>
                <w:b w:val="0"/>
                <w:smallCaps w:val="0"/>
              </w:rPr>
              <w:t>otrafi prawidłowo identyfikować i interpretować zjawiska prawne, społeczne, ekonomiczne, polityczne i organizacyjne, analizować ich powiązania z różnymi obszarami działalności administracyjnej;</w:t>
            </w:r>
          </w:p>
        </w:tc>
        <w:tc>
          <w:tcPr>
            <w:tcW w:w="1873" w:type="dxa"/>
          </w:tcPr>
          <w:p w14:paraId="30607570" w14:textId="77777777" w:rsidR="008F273C" w:rsidRPr="008F273C" w:rsidRDefault="009C5E31" w:rsidP="00FB61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8F273C" w:rsidRPr="00774E4F" w14:paraId="2F446F91" w14:textId="77777777" w:rsidTr="26AC820B">
        <w:tc>
          <w:tcPr>
            <w:tcW w:w="1701" w:type="dxa"/>
          </w:tcPr>
          <w:p w14:paraId="565E971D" w14:textId="77777777" w:rsidR="008F273C" w:rsidRPr="00774E4F" w:rsidRDefault="008F273C" w:rsidP="00FB61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05D81146" w14:textId="186F162F" w:rsidR="008F273C" w:rsidRPr="00774E4F" w:rsidRDefault="50961833" w:rsidP="00FB61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AC820B">
              <w:rPr>
                <w:rFonts w:ascii="Corbel" w:hAnsi="Corbel"/>
                <w:b w:val="0"/>
                <w:smallCaps w:val="0"/>
              </w:rPr>
              <w:t>Student p</w:t>
            </w:r>
            <w:r w:rsidR="0C71E873" w:rsidRPr="26AC820B">
              <w:rPr>
                <w:rFonts w:ascii="Corbel" w:hAnsi="Corbel"/>
                <w:b w:val="0"/>
                <w:smallCaps w:val="0"/>
              </w:rPr>
              <w:t>osiada umiejętność wykorzystania zdobytej wiedzy teoretycznej z dziedziny nauk administracyjnych do analizowania konkretnych procesów i zjawisk społecznych w administracji;</w:t>
            </w:r>
          </w:p>
        </w:tc>
        <w:tc>
          <w:tcPr>
            <w:tcW w:w="1873" w:type="dxa"/>
          </w:tcPr>
          <w:p w14:paraId="4D1B66D2" w14:textId="77777777" w:rsidR="008F273C" w:rsidRPr="008F273C" w:rsidRDefault="009C5E31" w:rsidP="00FB61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8F273C" w:rsidRPr="00774E4F" w14:paraId="3BE43E86" w14:textId="77777777" w:rsidTr="26AC820B">
        <w:tc>
          <w:tcPr>
            <w:tcW w:w="1701" w:type="dxa"/>
          </w:tcPr>
          <w:p w14:paraId="6F78C904" w14:textId="77777777" w:rsidR="008F273C" w:rsidRDefault="008F273C" w:rsidP="00FB61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6096" w:type="dxa"/>
          </w:tcPr>
          <w:p w14:paraId="07C49944" w14:textId="77777777" w:rsidR="008F273C" w:rsidRPr="00774E4F" w:rsidRDefault="00BD4E83" w:rsidP="00FB61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9C5E31" w:rsidRPr="009C5E31">
              <w:rPr>
                <w:rFonts w:ascii="Corbel" w:hAnsi="Corbel"/>
                <w:b w:val="0"/>
                <w:smallCaps w:val="0"/>
                <w:szCs w:val="24"/>
              </w:rPr>
              <w:t>otrafi posługiwać się podstawową wiedzą teoretyczną w celu analizowania, interpretowania oraz projektowania strategii działań w administracji, potrafi znaleźć rozwiązania konkretnych problemów pojawiających się w stosowaniu przepisów prawnych i prognozować przebieg ich rozwiązywania oraz przewidywać skutki planowanych działań;</w:t>
            </w:r>
          </w:p>
        </w:tc>
        <w:tc>
          <w:tcPr>
            <w:tcW w:w="1873" w:type="dxa"/>
          </w:tcPr>
          <w:p w14:paraId="1C386E18" w14:textId="77777777" w:rsidR="008F273C" w:rsidRPr="008F273C" w:rsidRDefault="009C5E31" w:rsidP="00FB61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8F273C" w:rsidRPr="00774E4F" w14:paraId="26C73E70" w14:textId="77777777" w:rsidTr="26AC820B">
        <w:tc>
          <w:tcPr>
            <w:tcW w:w="1701" w:type="dxa"/>
          </w:tcPr>
          <w:p w14:paraId="3E3F702C" w14:textId="77777777" w:rsidR="008F273C" w:rsidRDefault="008F273C" w:rsidP="00FB61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14:paraId="22BF2B7E" w14:textId="313A6B8C" w:rsidR="008F273C" w:rsidRPr="00774E4F" w:rsidRDefault="50961833" w:rsidP="00FB61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AC820B">
              <w:rPr>
                <w:rFonts w:ascii="Corbel" w:hAnsi="Corbel"/>
                <w:b w:val="0"/>
                <w:smallCaps w:val="0"/>
              </w:rPr>
              <w:t>Student p</w:t>
            </w:r>
            <w:r w:rsidR="796B5EAA" w:rsidRPr="26AC820B">
              <w:rPr>
                <w:rFonts w:ascii="Corbel" w:hAnsi="Corbel"/>
                <w:b w:val="0"/>
                <w:smallCaps w:val="0"/>
              </w:rPr>
              <w:t xml:space="preserve">osiada umiejętność prowadzenia debaty, potrafi samodzielnie przygotować prace pisemne oraz wystąpienia ustne i prezentacje multimedialne, poświęcone konkretnemu zagadnieniu z zakresu </w:t>
            </w:r>
            <w:r w:rsidRPr="26AC820B">
              <w:rPr>
                <w:rFonts w:ascii="Corbel" w:hAnsi="Corbel"/>
                <w:b w:val="0"/>
                <w:smallCaps w:val="0"/>
              </w:rPr>
              <w:t xml:space="preserve">kierownictwa organów administracji publicznej oraz form oddziaływań kierowniczych </w:t>
            </w:r>
            <w:r w:rsidR="796B5EAA" w:rsidRPr="26AC820B">
              <w:rPr>
                <w:rFonts w:ascii="Corbel" w:hAnsi="Corbel"/>
                <w:b w:val="0"/>
                <w:smallCaps w:val="0"/>
              </w:rPr>
              <w:t>z wykorzystaniem ujęć teoretycznych, a także różnych źródeł;</w:t>
            </w:r>
          </w:p>
        </w:tc>
        <w:tc>
          <w:tcPr>
            <w:tcW w:w="1873" w:type="dxa"/>
          </w:tcPr>
          <w:p w14:paraId="1AF43CA5" w14:textId="77777777" w:rsidR="008F273C" w:rsidRPr="008F273C" w:rsidRDefault="00333FFA" w:rsidP="00FB61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8F273C" w:rsidRPr="00774E4F" w14:paraId="180C99C7" w14:textId="77777777" w:rsidTr="26AC820B">
        <w:tc>
          <w:tcPr>
            <w:tcW w:w="1701" w:type="dxa"/>
          </w:tcPr>
          <w:p w14:paraId="44B326E1" w14:textId="77777777" w:rsidR="008F273C" w:rsidRDefault="008F273C" w:rsidP="00FB61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14:paraId="27E75790" w14:textId="77777777" w:rsidR="008F273C" w:rsidRPr="00774E4F" w:rsidRDefault="00333FFA" w:rsidP="00FB61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</w:t>
            </w:r>
            <w:r w:rsidRPr="00333FFA">
              <w:rPr>
                <w:rFonts w:ascii="Corbel" w:hAnsi="Corbel"/>
                <w:b w:val="0"/>
                <w:smallCaps w:val="0"/>
                <w:szCs w:val="24"/>
              </w:rPr>
              <w:t>posługiwania się wiedzą i opiniami ekspertów z zakresu nauk o administracji oraz prawidłowego i samodzielnego identyfikowania i rozwiązywania problemów związanych z wykonywaniem zawodu urzędnika administracji;</w:t>
            </w:r>
          </w:p>
        </w:tc>
        <w:tc>
          <w:tcPr>
            <w:tcW w:w="1873" w:type="dxa"/>
          </w:tcPr>
          <w:p w14:paraId="7116F046" w14:textId="77777777" w:rsidR="008F273C" w:rsidRPr="008F273C" w:rsidRDefault="00333FFA" w:rsidP="00FB61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787808" w:rsidRPr="00774E4F" w14:paraId="3BE3ED94" w14:textId="77777777" w:rsidTr="26AC820B">
        <w:tc>
          <w:tcPr>
            <w:tcW w:w="1701" w:type="dxa"/>
          </w:tcPr>
          <w:p w14:paraId="367433F2" w14:textId="77777777" w:rsidR="00787808" w:rsidRDefault="00787808" w:rsidP="00FB61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7808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14:paraId="22F99DC9" w14:textId="77777777" w:rsidR="00787808" w:rsidRDefault="00787808" w:rsidP="00FB61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jest gotów do</w:t>
            </w:r>
            <w:r w:rsidRPr="00787808">
              <w:rPr>
                <w:rFonts w:ascii="Corbel" w:hAnsi="Corbel"/>
                <w:b w:val="0"/>
                <w:smallCaps w:val="0"/>
                <w:szCs w:val="24"/>
              </w:rPr>
              <w:t xml:space="preserve"> przedsiębiorczego i kreatywnego myślenia oraz działania z wykorzystaniem wiedzy zdobytej w trakcie studiów;</w:t>
            </w:r>
          </w:p>
        </w:tc>
        <w:tc>
          <w:tcPr>
            <w:tcW w:w="1873" w:type="dxa"/>
          </w:tcPr>
          <w:p w14:paraId="5D26FDD0" w14:textId="77777777" w:rsidR="00787808" w:rsidRDefault="00787808" w:rsidP="00FB61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7808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="008F273C" w:rsidRPr="00774E4F" w14:paraId="19CC20BB" w14:textId="77777777" w:rsidTr="26AC820B">
        <w:tc>
          <w:tcPr>
            <w:tcW w:w="1701" w:type="dxa"/>
          </w:tcPr>
          <w:p w14:paraId="321E1883" w14:textId="77777777" w:rsidR="008F273C" w:rsidRDefault="00787808" w:rsidP="00FB61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</w:tcPr>
          <w:p w14:paraId="479F39F3" w14:textId="77777777" w:rsidR="008F273C" w:rsidRPr="00774E4F" w:rsidRDefault="00BD4E83" w:rsidP="00FB61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</w:t>
            </w:r>
            <w:r w:rsidR="00E03A33" w:rsidRPr="00E03A33">
              <w:rPr>
                <w:rFonts w:ascii="Corbel" w:hAnsi="Corbel"/>
                <w:b w:val="0"/>
                <w:smallCaps w:val="0"/>
                <w:szCs w:val="24"/>
              </w:rPr>
              <w:t>odpowiedzialnego pełnienia różnych ról zawodowych w organach administracji z dochowaniem wszelkich standardów i zasad etyki zawodowej oraz dbałości o nie.</w:t>
            </w:r>
          </w:p>
        </w:tc>
        <w:tc>
          <w:tcPr>
            <w:tcW w:w="1873" w:type="dxa"/>
          </w:tcPr>
          <w:p w14:paraId="427EE962" w14:textId="77777777" w:rsidR="008F273C" w:rsidRPr="008F273C" w:rsidRDefault="00787808" w:rsidP="00FB61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w14:paraId="47106E64" w14:textId="77777777" w:rsidR="00206498" w:rsidRPr="00774E4F" w:rsidRDefault="00206498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C67BE9B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774E4F">
        <w:rPr>
          <w:rFonts w:ascii="Corbel" w:hAnsi="Corbel"/>
          <w:b/>
          <w:sz w:val="24"/>
          <w:szCs w:val="24"/>
        </w:rPr>
        <w:t>3.3</w:t>
      </w:r>
      <w:r w:rsidR="001D7B54" w:rsidRPr="00774E4F">
        <w:rPr>
          <w:rFonts w:ascii="Corbel" w:hAnsi="Corbel"/>
          <w:b/>
          <w:sz w:val="24"/>
          <w:szCs w:val="24"/>
        </w:rPr>
        <w:t xml:space="preserve"> </w:t>
      </w:r>
      <w:r w:rsidR="0085747A" w:rsidRPr="00774E4F">
        <w:rPr>
          <w:rFonts w:ascii="Corbel" w:hAnsi="Corbel"/>
          <w:b/>
          <w:sz w:val="24"/>
          <w:szCs w:val="24"/>
        </w:rPr>
        <w:t>T</w:t>
      </w:r>
      <w:r w:rsidR="001D7B54" w:rsidRPr="00774E4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774E4F">
        <w:rPr>
          <w:rFonts w:ascii="Corbel" w:hAnsi="Corbel"/>
          <w:sz w:val="24"/>
          <w:szCs w:val="24"/>
        </w:rPr>
        <w:t xml:space="preserve">  </w:t>
      </w:r>
    </w:p>
    <w:p w14:paraId="130816B4" w14:textId="77777777" w:rsidR="00422C9D" w:rsidRPr="00774E4F" w:rsidRDefault="00422C9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B74DD87" w14:textId="4F625B51" w:rsidR="00FB619E" w:rsidRDefault="00FB619E" w:rsidP="004826C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  <w:r>
        <w:rPr>
          <w:rFonts w:ascii="Corbel" w:hAnsi="Corbel"/>
          <w:sz w:val="24"/>
          <w:szCs w:val="24"/>
        </w:rPr>
        <w:t>– nie dotyczy</w:t>
      </w:r>
    </w:p>
    <w:p w14:paraId="68002C4D" w14:textId="77777777" w:rsidR="00FB619E" w:rsidRDefault="00FB619E" w:rsidP="00FB619E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385BBB6D" w14:textId="4CDED3EC" w:rsidR="00675843" w:rsidRPr="00E25A80" w:rsidRDefault="004826C6" w:rsidP="004826C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25A80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2321BBE" w14:textId="77777777" w:rsidR="00422C9D" w:rsidRPr="00422C9D" w:rsidRDefault="00422C9D" w:rsidP="00422C9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D029C" w:rsidRPr="00774E4F" w14:paraId="23503EC0" w14:textId="77777777" w:rsidTr="00923D7D">
        <w:tc>
          <w:tcPr>
            <w:tcW w:w="9639" w:type="dxa"/>
          </w:tcPr>
          <w:p w14:paraId="475F0504" w14:textId="77777777" w:rsidR="0085747A" w:rsidRPr="00774E4F" w:rsidRDefault="0085747A" w:rsidP="00FB619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D029C" w:rsidRPr="00774E4F" w14:paraId="5CDFEEDA" w14:textId="77777777" w:rsidTr="00923D7D">
        <w:tc>
          <w:tcPr>
            <w:tcW w:w="9639" w:type="dxa"/>
          </w:tcPr>
          <w:p w14:paraId="58840C7D" w14:textId="6E96DFC0" w:rsidR="00D461B6" w:rsidRPr="00774E4F" w:rsidRDefault="00D461B6" w:rsidP="00FB61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Zagadnienia wstępne (specyfika administracji publicznej jako</w:t>
            </w:r>
            <w:r w:rsidR="003B013B" w:rsidRPr="00774E4F">
              <w:rPr>
                <w:rFonts w:ascii="Corbel" w:hAnsi="Corbel"/>
                <w:sz w:val="24"/>
                <w:szCs w:val="24"/>
              </w:rPr>
              <w:t xml:space="preserve"> organizacji</w:t>
            </w:r>
            <w:r w:rsidR="00EB01D9" w:rsidRPr="00774E4F">
              <w:rPr>
                <w:rFonts w:ascii="Corbel" w:hAnsi="Corbel"/>
                <w:sz w:val="24"/>
                <w:szCs w:val="24"/>
              </w:rPr>
              <w:t>, więzi w systemie administracji publicznej).</w:t>
            </w:r>
          </w:p>
        </w:tc>
      </w:tr>
      <w:tr w:rsidR="00ED029C" w:rsidRPr="00774E4F" w14:paraId="0CB7FBA0" w14:textId="77777777" w:rsidTr="00923D7D">
        <w:tc>
          <w:tcPr>
            <w:tcW w:w="9639" w:type="dxa"/>
          </w:tcPr>
          <w:p w14:paraId="15DAFA10" w14:textId="77777777" w:rsidR="003B013B" w:rsidRPr="00774E4F" w:rsidRDefault="00EB01D9" w:rsidP="00FB61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 xml:space="preserve">Pojęcie kierownictwa i pojęcia pokrewne. </w:t>
            </w:r>
            <w:r w:rsidR="003B013B" w:rsidRPr="00774E4F">
              <w:rPr>
                <w:rFonts w:ascii="Corbel" w:hAnsi="Corbel"/>
                <w:sz w:val="24"/>
                <w:szCs w:val="24"/>
              </w:rPr>
              <w:t>Istota i zakres kierownictwa</w:t>
            </w:r>
            <w:r w:rsidRPr="00774E4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D029C" w:rsidRPr="00774E4F" w14:paraId="011E1825" w14:textId="77777777" w:rsidTr="00923D7D">
        <w:tc>
          <w:tcPr>
            <w:tcW w:w="9639" w:type="dxa"/>
          </w:tcPr>
          <w:p w14:paraId="093CEB5E" w14:textId="49EB1C1E" w:rsidR="00FD1CCF" w:rsidRPr="00FB6D6D" w:rsidRDefault="00A40F2A" w:rsidP="00FB61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6D6D">
              <w:rPr>
                <w:rFonts w:ascii="Corbel" w:hAnsi="Corbel"/>
                <w:sz w:val="24"/>
                <w:szCs w:val="24"/>
              </w:rPr>
              <w:t>Układy relacji w strukturze administracji publicznej. Kierownictwo a centralizacja.</w:t>
            </w:r>
          </w:p>
        </w:tc>
      </w:tr>
      <w:tr w:rsidR="00ED029C" w:rsidRPr="00774E4F" w14:paraId="255D928E" w14:textId="77777777" w:rsidTr="00923D7D">
        <w:tc>
          <w:tcPr>
            <w:tcW w:w="9639" w:type="dxa"/>
          </w:tcPr>
          <w:p w14:paraId="7A90F03F" w14:textId="77777777" w:rsidR="003B013B" w:rsidRPr="00774E4F" w:rsidRDefault="003B013B" w:rsidP="00FB61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Kierownictwo a kompetencje organu administracji publicznej</w:t>
            </w:r>
            <w:r w:rsidR="00AF132B" w:rsidRPr="00774E4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D029C" w:rsidRPr="00774E4F" w14:paraId="5FD05019" w14:textId="77777777" w:rsidTr="00923D7D">
        <w:tc>
          <w:tcPr>
            <w:tcW w:w="9639" w:type="dxa"/>
          </w:tcPr>
          <w:p w14:paraId="11CC25BC" w14:textId="77777777" w:rsidR="003B013B" w:rsidRPr="00774E4F" w:rsidRDefault="003B013B" w:rsidP="00FB61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Środki kierownictwa wybranych organów adminis</w:t>
            </w:r>
            <w:r w:rsidR="00FD1CCF" w:rsidRPr="00774E4F">
              <w:rPr>
                <w:rFonts w:ascii="Corbel" w:hAnsi="Corbel"/>
                <w:sz w:val="24"/>
                <w:szCs w:val="24"/>
              </w:rPr>
              <w:t>tracji publicznej</w:t>
            </w:r>
            <w:r w:rsidR="00AF132B" w:rsidRPr="00774E4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D029C" w:rsidRPr="00774E4F" w14:paraId="1D466D52" w14:textId="77777777" w:rsidTr="00923D7D">
        <w:tc>
          <w:tcPr>
            <w:tcW w:w="9639" w:type="dxa"/>
          </w:tcPr>
          <w:p w14:paraId="559DAEC4" w14:textId="77777777" w:rsidR="003B013B" w:rsidRPr="00774E4F" w:rsidRDefault="003B013B" w:rsidP="00FB61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Organizacja kierownictwa w urzędzie</w:t>
            </w:r>
            <w:r w:rsidR="00AF132B" w:rsidRPr="00774E4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D029C" w:rsidRPr="00774E4F" w14:paraId="79FE5806" w14:textId="77777777" w:rsidTr="00923D7D">
        <w:tc>
          <w:tcPr>
            <w:tcW w:w="9639" w:type="dxa"/>
          </w:tcPr>
          <w:p w14:paraId="31DCADA5" w14:textId="77777777" w:rsidR="003B013B" w:rsidRPr="00774E4F" w:rsidRDefault="003B013B" w:rsidP="00FB61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Podejmowanie decyzji kierowniczych</w:t>
            </w:r>
            <w:r w:rsidR="00AF132B" w:rsidRPr="00774E4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D029C" w:rsidRPr="00774E4F" w14:paraId="33EF0A44" w14:textId="77777777" w:rsidTr="00923D7D">
        <w:tc>
          <w:tcPr>
            <w:tcW w:w="9639" w:type="dxa"/>
          </w:tcPr>
          <w:p w14:paraId="2D83CA27" w14:textId="77777777" w:rsidR="003B013B" w:rsidRPr="00774E4F" w:rsidRDefault="003B013B" w:rsidP="00FB61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Delegowanie uprawnień kierowniczych</w:t>
            </w:r>
            <w:r w:rsidR="00AF132B" w:rsidRPr="00774E4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D029C" w:rsidRPr="00774E4F" w14:paraId="160CF6A9" w14:textId="77777777" w:rsidTr="00923D7D">
        <w:tc>
          <w:tcPr>
            <w:tcW w:w="9639" w:type="dxa"/>
          </w:tcPr>
          <w:p w14:paraId="7469B335" w14:textId="77777777" w:rsidR="003B013B" w:rsidRPr="00774E4F" w:rsidRDefault="00FD1CCF" w:rsidP="00FB61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Kierownictwo wobec podległych pracowników i komórek organizacyjnych</w:t>
            </w:r>
            <w:r w:rsidR="00A0112C" w:rsidRPr="00774E4F">
              <w:rPr>
                <w:rFonts w:ascii="Corbel" w:hAnsi="Corbel"/>
                <w:sz w:val="24"/>
                <w:szCs w:val="24"/>
              </w:rPr>
              <w:t>. Polecenie służbowe.</w:t>
            </w:r>
          </w:p>
        </w:tc>
      </w:tr>
    </w:tbl>
    <w:p w14:paraId="0A5F755C" w14:textId="77777777" w:rsidR="0085747A" w:rsidRPr="00774E4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8FF0BB2" w14:textId="77777777" w:rsidR="00FB619E" w:rsidRDefault="00FB619E">
      <w:pPr>
        <w:spacing w:after="0" w:line="240" w:lineRule="auto"/>
        <w:rPr>
          <w:rFonts w:ascii="Corbel" w:hAnsi="Corbel"/>
          <w:b/>
          <w:sz w:val="24"/>
        </w:rPr>
      </w:pPr>
      <w:r>
        <w:rPr>
          <w:rFonts w:ascii="Corbel" w:hAnsi="Corbel"/>
          <w:smallCaps/>
        </w:rPr>
        <w:br w:type="page"/>
      </w:r>
    </w:p>
    <w:p w14:paraId="0B25F43C" w14:textId="54A6AB1B" w:rsidR="0085747A" w:rsidRPr="00774E4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44674766">
        <w:rPr>
          <w:rFonts w:ascii="Corbel" w:hAnsi="Corbel"/>
          <w:smallCaps w:val="0"/>
        </w:rPr>
        <w:lastRenderedPageBreak/>
        <w:t>3.4 Metody dydaktyczne</w:t>
      </w:r>
      <w:r w:rsidRPr="44674766">
        <w:rPr>
          <w:rFonts w:ascii="Corbel" w:hAnsi="Corbel"/>
          <w:b w:val="0"/>
          <w:smallCaps w:val="0"/>
        </w:rPr>
        <w:t xml:space="preserve"> </w:t>
      </w:r>
    </w:p>
    <w:p w14:paraId="0FD16EBD" w14:textId="323F40E2" w:rsidR="44674766" w:rsidRDefault="44674766" w:rsidP="44674766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4A1762E9" w14:textId="22F9B8F5" w:rsidR="0085747A" w:rsidRPr="00774E4F" w:rsidRDefault="00FB619E" w:rsidP="00FB619E">
      <w:pPr>
        <w:pStyle w:val="Punktygwne"/>
        <w:spacing w:before="0" w:after="0"/>
        <w:ind w:left="812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Konwersatorium - </w:t>
      </w:r>
      <w:r w:rsidR="00FC1688">
        <w:rPr>
          <w:rFonts w:ascii="Corbel" w:hAnsi="Corbel"/>
          <w:b w:val="0"/>
          <w:smallCaps w:val="0"/>
          <w:szCs w:val="24"/>
        </w:rPr>
        <w:t>prezentacja multimedialna</w:t>
      </w:r>
      <w:r w:rsidR="00A40F2A">
        <w:rPr>
          <w:rFonts w:ascii="Corbel" w:hAnsi="Corbel"/>
          <w:b w:val="0"/>
          <w:smallCaps w:val="0"/>
          <w:szCs w:val="24"/>
        </w:rPr>
        <w:t xml:space="preserve"> i metoda projektowa</w:t>
      </w:r>
      <w:r w:rsidR="00C62F83" w:rsidRPr="00774E4F">
        <w:rPr>
          <w:rFonts w:ascii="Corbel" w:hAnsi="Corbel"/>
          <w:b w:val="0"/>
          <w:smallCaps w:val="0"/>
          <w:szCs w:val="24"/>
        </w:rPr>
        <w:t>,</w:t>
      </w:r>
      <w:r w:rsidR="005B4E8F" w:rsidRPr="00774E4F">
        <w:rPr>
          <w:rFonts w:ascii="Corbel" w:hAnsi="Corbel"/>
          <w:b w:val="0"/>
          <w:smallCaps w:val="0"/>
          <w:szCs w:val="24"/>
        </w:rPr>
        <w:t xml:space="preserve"> </w:t>
      </w:r>
      <w:r w:rsidR="00C62F83" w:rsidRPr="00774E4F">
        <w:rPr>
          <w:rFonts w:ascii="Corbel" w:hAnsi="Corbel"/>
          <w:b w:val="0"/>
          <w:smallCaps w:val="0"/>
          <w:szCs w:val="24"/>
        </w:rPr>
        <w:t>dyskusja, praca w grupach</w:t>
      </w:r>
      <w:r w:rsidR="00A40F2A">
        <w:rPr>
          <w:rFonts w:ascii="Corbel" w:hAnsi="Corbel"/>
          <w:b w:val="0"/>
          <w:smallCaps w:val="0"/>
          <w:szCs w:val="24"/>
        </w:rPr>
        <w:t xml:space="preserve">, praca z tekstem, </w:t>
      </w:r>
      <w:r w:rsidR="00DB315D">
        <w:rPr>
          <w:rFonts w:ascii="Corbel" w:hAnsi="Corbel"/>
          <w:b w:val="0"/>
          <w:smallCaps w:val="0"/>
        </w:rPr>
        <w:t xml:space="preserve">metody </w:t>
      </w:r>
      <w:r w:rsidR="00DB315D" w:rsidRPr="00533E36">
        <w:rPr>
          <w:rFonts w:ascii="Corbel" w:hAnsi="Corbel"/>
          <w:b w:val="0"/>
          <w:smallCaps w:val="0"/>
          <w:szCs w:val="24"/>
        </w:rPr>
        <w:t>samodzielne</w:t>
      </w:r>
      <w:r w:rsidR="00DB315D">
        <w:rPr>
          <w:rFonts w:ascii="Corbel" w:hAnsi="Corbel"/>
          <w:b w:val="0"/>
          <w:smallCaps w:val="0"/>
          <w:szCs w:val="24"/>
        </w:rPr>
        <w:t>go</w:t>
      </w:r>
      <w:r w:rsidR="00DB315D" w:rsidRPr="00533E36">
        <w:rPr>
          <w:rFonts w:ascii="Corbel" w:hAnsi="Corbel"/>
          <w:b w:val="0"/>
          <w:smallCaps w:val="0"/>
          <w:szCs w:val="24"/>
        </w:rPr>
        <w:t xml:space="preserve"> dochodzeni</w:t>
      </w:r>
      <w:r w:rsidR="00DB315D">
        <w:rPr>
          <w:rFonts w:ascii="Corbel" w:hAnsi="Corbel"/>
          <w:b w:val="0"/>
          <w:smallCaps w:val="0"/>
          <w:szCs w:val="24"/>
        </w:rPr>
        <w:t>a</w:t>
      </w:r>
      <w:r w:rsidR="00DB315D" w:rsidRPr="00533E36">
        <w:rPr>
          <w:rFonts w:ascii="Corbel" w:hAnsi="Corbel"/>
          <w:b w:val="0"/>
          <w:smallCaps w:val="0"/>
          <w:szCs w:val="24"/>
        </w:rPr>
        <w:t xml:space="preserve"> do wiedzy: metoda problemowa, metoda przypadków, metoda sytuacyjna,</w:t>
      </w:r>
    </w:p>
    <w:p w14:paraId="7E3A5890" w14:textId="77777777" w:rsidR="00E960BB" w:rsidRPr="00774E4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339AF2" w14:textId="0B7059D3" w:rsidR="0085747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74E4F">
        <w:rPr>
          <w:rFonts w:ascii="Corbel" w:hAnsi="Corbel"/>
          <w:smallCaps w:val="0"/>
          <w:szCs w:val="24"/>
        </w:rPr>
        <w:t xml:space="preserve">4. </w:t>
      </w:r>
      <w:r w:rsidR="0085747A" w:rsidRPr="00774E4F">
        <w:rPr>
          <w:rFonts w:ascii="Corbel" w:hAnsi="Corbel"/>
          <w:smallCaps w:val="0"/>
          <w:szCs w:val="24"/>
        </w:rPr>
        <w:t>METODY I KRYTERIA OCENY</w:t>
      </w:r>
    </w:p>
    <w:p w14:paraId="61A175E7" w14:textId="77777777" w:rsidR="00FB619E" w:rsidRPr="00774E4F" w:rsidRDefault="00FB619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2CC13E1" w14:textId="77777777" w:rsidR="0085747A" w:rsidRPr="00774E4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74E4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74E4F">
        <w:rPr>
          <w:rFonts w:ascii="Corbel" w:hAnsi="Corbel"/>
          <w:smallCaps w:val="0"/>
          <w:szCs w:val="24"/>
        </w:rPr>
        <w:t>uczenia się</w:t>
      </w:r>
    </w:p>
    <w:p w14:paraId="3A2349D3" w14:textId="77777777" w:rsidR="0085747A" w:rsidRPr="00774E4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774E4F" w:rsidRPr="00774E4F" w14:paraId="40DDFE98" w14:textId="77777777" w:rsidTr="00FB065A">
        <w:tc>
          <w:tcPr>
            <w:tcW w:w="1985" w:type="dxa"/>
            <w:vAlign w:val="center"/>
          </w:tcPr>
          <w:p w14:paraId="76D3E822" w14:textId="77777777" w:rsidR="00774E4F" w:rsidRPr="00774E4F" w:rsidRDefault="00774E4F" w:rsidP="00FB06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A7D614E" w14:textId="77777777" w:rsidR="00774E4F" w:rsidRPr="00774E4F" w:rsidRDefault="00774E4F" w:rsidP="00FB06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747E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14:paraId="770AB809" w14:textId="77777777" w:rsidR="00774E4F" w:rsidRPr="00774E4F" w:rsidRDefault="00774E4F" w:rsidP="00FB06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1433524" w14:textId="77777777" w:rsidR="00774E4F" w:rsidRPr="00774E4F" w:rsidRDefault="00774E4F" w:rsidP="00FB06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A5A9A4B" w14:textId="77777777" w:rsidR="00774E4F" w:rsidRPr="00774E4F" w:rsidRDefault="00774E4F" w:rsidP="00FB06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74E4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74E4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752CC" w:rsidRPr="00774E4F" w14:paraId="090BCC01" w14:textId="77777777" w:rsidTr="00FB619E">
        <w:trPr>
          <w:trHeight w:val="397"/>
        </w:trPr>
        <w:tc>
          <w:tcPr>
            <w:tcW w:w="1985" w:type="dxa"/>
            <w:vAlign w:val="center"/>
          </w:tcPr>
          <w:p w14:paraId="1F7CF4C6" w14:textId="77777777" w:rsidR="008752CC" w:rsidRPr="00774E4F" w:rsidRDefault="008752CC" w:rsidP="00FB61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  <w:vAlign w:val="center"/>
          </w:tcPr>
          <w:p w14:paraId="17C70475" w14:textId="77777777" w:rsidR="008752CC" w:rsidRDefault="008752CC" w:rsidP="00FB619E">
            <w:pPr>
              <w:spacing w:after="0" w:line="240" w:lineRule="auto"/>
            </w:pPr>
            <w:r w:rsidRPr="0004614F">
              <w:t>obserwacja w trakcie zajęć, zaliczenie w formie pisemnej</w:t>
            </w:r>
          </w:p>
        </w:tc>
        <w:tc>
          <w:tcPr>
            <w:tcW w:w="2126" w:type="dxa"/>
            <w:vAlign w:val="center"/>
          </w:tcPr>
          <w:p w14:paraId="4902BCA4" w14:textId="77777777" w:rsidR="008752CC" w:rsidRPr="006D4D34" w:rsidRDefault="008752CC" w:rsidP="00FB61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D4D34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6D4D3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752CC" w:rsidRPr="00774E4F" w14:paraId="11315F91" w14:textId="77777777" w:rsidTr="00FB619E">
        <w:trPr>
          <w:trHeight w:val="397"/>
        </w:trPr>
        <w:tc>
          <w:tcPr>
            <w:tcW w:w="1985" w:type="dxa"/>
            <w:vAlign w:val="center"/>
          </w:tcPr>
          <w:p w14:paraId="249DEF79" w14:textId="77777777" w:rsidR="008752CC" w:rsidRPr="00774E4F" w:rsidRDefault="008752CC" w:rsidP="00FB61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vAlign w:val="center"/>
          </w:tcPr>
          <w:p w14:paraId="59F8B5C5" w14:textId="77777777" w:rsidR="008752CC" w:rsidRDefault="008752CC" w:rsidP="00FB619E">
            <w:pPr>
              <w:spacing w:after="0" w:line="240" w:lineRule="auto"/>
            </w:pPr>
            <w:r w:rsidRPr="0004614F">
              <w:t>obserwacja w trakcie zajęć, zaliczenie w formie pisemnej</w:t>
            </w:r>
          </w:p>
        </w:tc>
        <w:tc>
          <w:tcPr>
            <w:tcW w:w="2126" w:type="dxa"/>
            <w:vAlign w:val="center"/>
          </w:tcPr>
          <w:p w14:paraId="356224FA" w14:textId="77777777" w:rsidR="008752CC" w:rsidRPr="006D4D34" w:rsidRDefault="008752CC" w:rsidP="00FB61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D4D34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6D4D3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752CC" w:rsidRPr="00774E4F" w14:paraId="080E4695" w14:textId="77777777" w:rsidTr="00FB619E">
        <w:trPr>
          <w:trHeight w:val="397"/>
        </w:trPr>
        <w:tc>
          <w:tcPr>
            <w:tcW w:w="1985" w:type="dxa"/>
            <w:vAlign w:val="center"/>
          </w:tcPr>
          <w:p w14:paraId="2E2C01DD" w14:textId="77777777" w:rsidR="008752CC" w:rsidRPr="00774E4F" w:rsidRDefault="008752CC" w:rsidP="00FB61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14:paraId="695039FF" w14:textId="77777777" w:rsidR="008752CC" w:rsidRDefault="008752CC" w:rsidP="00FB619E">
            <w:pPr>
              <w:spacing w:after="0" w:line="240" w:lineRule="auto"/>
            </w:pPr>
            <w:r w:rsidRPr="0004614F">
              <w:t>obserwacja w trakcie zajęć, zaliczenie w formie pisemnej</w:t>
            </w:r>
          </w:p>
        </w:tc>
        <w:tc>
          <w:tcPr>
            <w:tcW w:w="2126" w:type="dxa"/>
            <w:vAlign w:val="center"/>
          </w:tcPr>
          <w:p w14:paraId="45CDED1D" w14:textId="77777777" w:rsidR="008752CC" w:rsidRPr="006D4D34" w:rsidRDefault="008752CC" w:rsidP="00FB61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D4D34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6D4D3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752CC" w:rsidRPr="00774E4F" w14:paraId="681DA074" w14:textId="77777777" w:rsidTr="00FB619E">
        <w:trPr>
          <w:trHeight w:val="397"/>
        </w:trPr>
        <w:tc>
          <w:tcPr>
            <w:tcW w:w="1985" w:type="dxa"/>
            <w:vAlign w:val="center"/>
          </w:tcPr>
          <w:p w14:paraId="26B67BD3" w14:textId="77777777" w:rsidR="008752CC" w:rsidRPr="00774E4F" w:rsidRDefault="008752CC" w:rsidP="00FB61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vAlign w:val="center"/>
          </w:tcPr>
          <w:p w14:paraId="41B9223F" w14:textId="77777777" w:rsidR="008752CC" w:rsidRDefault="008752CC" w:rsidP="00FB619E">
            <w:pPr>
              <w:spacing w:after="0" w:line="240" w:lineRule="auto"/>
            </w:pPr>
            <w:r w:rsidRPr="0004614F">
              <w:t>obserwacja w trakcie zajęć, zaliczenie w formie pisemnej</w:t>
            </w:r>
          </w:p>
        </w:tc>
        <w:tc>
          <w:tcPr>
            <w:tcW w:w="2126" w:type="dxa"/>
            <w:vAlign w:val="center"/>
          </w:tcPr>
          <w:p w14:paraId="7663A77F" w14:textId="77777777" w:rsidR="008752CC" w:rsidRPr="006D4D34" w:rsidRDefault="008752CC" w:rsidP="00FB61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D4D34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6D4D3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752CC" w:rsidRPr="00774E4F" w14:paraId="4F140904" w14:textId="77777777" w:rsidTr="00FB619E">
        <w:trPr>
          <w:trHeight w:val="397"/>
        </w:trPr>
        <w:tc>
          <w:tcPr>
            <w:tcW w:w="1985" w:type="dxa"/>
            <w:vAlign w:val="center"/>
          </w:tcPr>
          <w:p w14:paraId="53A182F1" w14:textId="77777777" w:rsidR="008752CC" w:rsidRPr="00774E4F" w:rsidRDefault="008752CC" w:rsidP="00FB61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vAlign w:val="center"/>
          </w:tcPr>
          <w:p w14:paraId="76293A9A" w14:textId="77777777" w:rsidR="008752CC" w:rsidRDefault="008752CC" w:rsidP="00FB619E">
            <w:pPr>
              <w:spacing w:after="0" w:line="240" w:lineRule="auto"/>
            </w:pPr>
            <w:r w:rsidRPr="0004614F">
              <w:t>obserwacja w trakcie zajęć, zaliczenie w formie pisemnej</w:t>
            </w:r>
          </w:p>
        </w:tc>
        <w:tc>
          <w:tcPr>
            <w:tcW w:w="2126" w:type="dxa"/>
            <w:vAlign w:val="center"/>
          </w:tcPr>
          <w:p w14:paraId="26BA2B18" w14:textId="77777777" w:rsidR="008752CC" w:rsidRPr="006D4D34" w:rsidRDefault="008752CC" w:rsidP="00FB61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D4D34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6D4D3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752CC" w:rsidRPr="00774E4F" w14:paraId="30874561" w14:textId="77777777" w:rsidTr="00FB619E">
        <w:trPr>
          <w:trHeight w:val="397"/>
        </w:trPr>
        <w:tc>
          <w:tcPr>
            <w:tcW w:w="1985" w:type="dxa"/>
            <w:vAlign w:val="center"/>
          </w:tcPr>
          <w:p w14:paraId="4EAABB5D" w14:textId="77777777" w:rsidR="008752CC" w:rsidRPr="00774E4F" w:rsidRDefault="008752CC" w:rsidP="00FB61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  <w:vAlign w:val="center"/>
          </w:tcPr>
          <w:p w14:paraId="06E2C19F" w14:textId="77777777" w:rsidR="008752CC" w:rsidRDefault="008752CC" w:rsidP="00FB619E">
            <w:pPr>
              <w:spacing w:after="0" w:line="240" w:lineRule="auto"/>
            </w:pPr>
            <w:r w:rsidRPr="0004614F">
              <w:t>obserwacja w trakcie zajęć, zaliczenie w formie pisemnej</w:t>
            </w:r>
          </w:p>
        </w:tc>
        <w:tc>
          <w:tcPr>
            <w:tcW w:w="2126" w:type="dxa"/>
            <w:vAlign w:val="center"/>
          </w:tcPr>
          <w:p w14:paraId="442A9447" w14:textId="77777777" w:rsidR="008752CC" w:rsidRDefault="008752CC" w:rsidP="00FB619E">
            <w:pPr>
              <w:spacing w:after="0" w:line="240" w:lineRule="auto"/>
            </w:pPr>
            <w:proofErr w:type="spellStart"/>
            <w:r w:rsidRPr="005D19BF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5D19B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752CC" w:rsidRPr="00774E4F" w14:paraId="2AD3228F" w14:textId="77777777" w:rsidTr="00FB619E">
        <w:trPr>
          <w:trHeight w:val="397"/>
        </w:trPr>
        <w:tc>
          <w:tcPr>
            <w:tcW w:w="1985" w:type="dxa"/>
            <w:vAlign w:val="center"/>
          </w:tcPr>
          <w:p w14:paraId="507D6F0E" w14:textId="77777777" w:rsidR="008752CC" w:rsidRPr="00774E4F" w:rsidRDefault="008752CC" w:rsidP="00FB61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  <w:vAlign w:val="center"/>
          </w:tcPr>
          <w:p w14:paraId="771A5D99" w14:textId="77777777" w:rsidR="008752CC" w:rsidRDefault="008752CC" w:rsidP="00FB619E">
            <w:pPr>
              <w:spacing w:after="0" w:line="240" w:lineRule="auto"/>
            </w:pPr>
            <w:r w:rsidRPr="0004614F">
              <w:t>obserwacja w trakcie zajęć, zaliczenie w formie pisemnej</w:t>
            </w:r>
          </w:p>
        </w:tc>
        <w:tc>
          <w:tcPr>
            <w:tcW w:w="2126" w:type="dxa"/>
            <w:vAlign w:val="center"/>
          </w:tcPr>
          <w:p w14:paraId="4985BDE7" w14:textId="77777777" w:rsidR="008752CC" w:rsidRDefault="008752CC" w:rsidP="00FB619E">
            <w:pPr>
              <w:spacing w:after="0" w:line="240" w:lineRule="auto"/>
            </w:pPr>
            <w:proofErr w:type="spellStart"/>
            <w:r w:rsidRPr="005D19BF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5D19B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752CC" w:rsidRPr="00774E4F" w14:paraId="51345766" w14:textId="77777777" w:rsidTr="00FB619E">
        <w:trPr>
          <w:trHeight w:val="397"/>
        </w:trPr>
        <w:tc>
          <w:tcPr>
            <w:tcW w:w="1985" w:type="dxa"/>
            <w:vAlign w:val="center"/>
          </w:tcPr>
          <w:p w14:paraId="00E1810C" w14:textId="77777777" w:rsidR="008752CC" w:rsidRDefault="008752CC" w:rsidP="00FB61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528" w:type="dxa"/>
            <w:vAlign w:val="center"/>
          </w:tcPr>
          <w:p w14:paraId="66206C91" w14:textId="77777777" w:rsidR="008752CC" w:rsidRDefault="008752CC" w:rsidP="00FB619E">
            <w:pPr>
              <w:spacing w:after="0" w:line="240" w:lineRule="auto"/>
            </w:pPr>
            <w:r w:rsidRPr="0004614F">
              <w:t>obserwacja w trakcie zajęć, zaliczenie w formie pisemnej</w:t>
            </w:r>
          </w:p>
        </w:tc>
        <w:tc>
          <w:tcPr>
            <w:tcW w:w="2126" w:type="dxa"/>
            <w:vAlign w:val="center"/>
          </w:tcPr>
          <w:p w14:paraId="04F1F443" w14:textId="77777777" w:rsidR="008752CC" w:rsidRDefault="008752CC" w:rsidP="00FB619E">
            <w:pPr>
              <w:spacing w:after="0" w:line="240" w:lineRule="auto"/>
            </w:pPr>
            <w:proofErr w:type="spellStart"/>
            <w:r w:rsidRPr="005D19BF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5D19B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752CC" w:rsidRPr="00774E4F" w14:paraId="20BE511D" w14:textId="77777777" w:rsidTr="00FB619E">
        <w:trPr>
          <w:trHeight w:val="397"/>
        </w:trPr>
        <w:tc>
          <w:tcPr>
            <w:tcW w:w="1985" w:type="dxa"/>
            <w:vAlign w:val="center"/>
          </w:tcPr>
          <w:p w14:paraId="6009D293" w14:textId="77777777" w:rsidR="008752CC" w:rsidRDefault="008752CC" w:rsidP="00FB61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528" w:type="dxa"/>
            <w:vAlign w:val="center"/>
          </w:tcPr>
          <w:p w14:paraId="73E0282B" w14:textId="77777777" w:rsidR="008752CC" w:rsidRDefault="008752CC" w:rsidP="00FB619E">
            <w:pPr>
              <w:spacing w:after="0" w:line="240" w:lineRule="auto"/>
            </w:pPr>
            <w:r w:rsidRPr="0004614F">
              <w:t>obserwacja w trakcie zajęć, zaliczenie w formie pisemnej</w:t>
            </w:r>
          </w:p>
        </w:tc>
        <w:tc>
          <w:tcPr>
            <w:tcW w:w="2126" w:type="dxa"/>
            <w:vAlign w:val="center"/>
          </w:tcPr>
          <w:p w14:paraId="7971E07F" w14:textId="77777777" w:rsidR="008752CC" w:rsidRDefault="008752CC" w:rsidP="00FB619E">
            <w:pPr>
              <w:spacing w:after="0" w:line="240" w:lineRule="auto"/>
            </w:pPr>
            <w:proofErr w:type="spellStart"/>
            <w:r w:rsidRPr="005D19BF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5D19B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752CC" w:rsidRPr="00774E4F" w14:paraId="52AA028A" w14:textId="77777777" w:rsidTr="00FB619E">
        <w:trPr>
          <w:trHeight w:val="397"/>
        </w:trPr>
        <w:tc>
          <w:tcPr>
            <w:tcW w:w="1985" w:type="dxa"/>
            <w:vAlign w:val="center"/>
          </w:tcPr>
          <w:p w14:paraId="403A8B72" w14:textId="77777777" w:rsidR="008752CC" w:rsidRDefault="008752CC" w:rsidP="00FB61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528" w:type="dxa"/>
            <w:vAlign w:val="center"/>
          </w:tcPr>
          <w:p w14:paraId="210459F3" w14:textId="77777777" w:rsidR="008752CC" w:rsidRDefault="008752CC" w:rsidP="00FB619E">
            <w:pPr>
              <w:spacing w:after="0" w:line="240" w:lineRule="auto"/>
            </w:pPr>
            <w:r w:rsidRPr="0004614F">
              <w:t>zaliczenie w formie pisemnej</w:t>
            </w:r>
          </w:p>
        </w:tc>
        <w:tc>
          <w:tcPr>
            <w:tcW w:w="2126" w:type="dxa"/>
            <w:vAlign w:val="center"/>
          </w:tcPr>
          <w:p w14:paraId="3EFB8855" w14:textId="77777777" w:rsidR="008752CC" w:rsidRDefault="008752CC" w:rsidP="00FB619E">
            <w:pPr>
              <w:spacing w:after="0" w:line="240" w:lineRule="auto"/>
            </w:pPr>
            <w:proofErr w:type="spellStart"/>
            <w:r w:rsidRPr="005D19BF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5D19B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B6881" w:rsidRPr="00774E4F" w14:paraId="47A432BC" w14:textId="77777777" w:rsidTr="00FB619E">
        <w:trPr>
          <w:trHeight w:val="397"/>
        </w:trPr>
        <w:tc>
          <w:tcPr>
            <w:tcW w:w="1985" w:type="dxa"/>
            <w:vAlign w:val="center"/>
          </w:tcPr>
          <w:p w14:paraId="5F3043EB" w14:textId="77777777" w:rsidR="00DB6881" w:rsidRDefault="00DB6881" w:rsidP="00FB61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528" w:type="dxa"/>
            <w:vAlign w:val="center"/>
          </w:tcPr>
          <w:p w14:paraId="59AA7BC4" w14:textId="77777777" w:rsidR="00DB6881" w:rsidRPr="00774E4F" w:rsidRDefault="00DB6881" w:rsidP="00FB61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zaliczenie w formie pisemnej</w:t>
            </w:r>
          </w:p>
        </w:tc>
        <w:tc>
          <w:tcPr>
            <w:tcW w:w="2126" w:type="dxa"/>
            <w:vAlign w:val="center"/>
          </w:tcPr>
          <w:p w14:paraId="7C5AEF88" w14:textId="77777777" w:rsidR="00DB6881" w:rsidRDefault="00DB6881" w:rsidP="00FB619E">
            <w:pPr>
              <w:spacing w:after="0" w:line="240" w:lineRule="auto"/>
            </w:pPr>
            <w:proofErr w:type="spellStart"/>
            <w:r w:rsidRPr="005D19BF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5D19B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85CFC" w:rsidRPr="00774E4F" w14:paraId="10F1A9B4" w14:textId="77777777" w:rsidTr="00FB619E">
        <w:trPr>
          <w:trHeight w:val="397"/>
        </w:trPr>
        <w:tc>
          <w:tcPr>
            <w:tcW w:w="1985" w:type="dxa"/>
            <w:vAlign w:val="center"/>
          </w:tcPr>
          <w:p w14:paraId="013B39BB" w14:textId="77777777" w:rsidR="00185CFC" w:rsidRPr="00CE4A3E" w:rsidRDefault="00185CFC" w:rsidP="00FB619E">
            <w:pPr>
              <w:spacing w:after="0" w:line="240" w:lineRule="auto"/>
            </w:pPr>
            <w:r>
              <w:t>EK_12</w:t>
            </w:r>
          </w:p>
        </w:tc>
        <w:tc>
          <w:tcPr>
            <w:tcW w:w="5528" w:type="dxa"/>
            <w:vAlign w:val="center"/>
          </w:tcPr>
          <w:p w14:paraId="58226FD5" w14:textId="77777777" w:rsidR="00185CFC" w:rsidRPr="00CE4A3E" w:rsidRDefault="00185CFC" w:rsidP="00FB619E">
            <w:pPr>
              <w:spacing w:after="0" w:line="240" w:lineRule="auto"/>
            </w:pPr>
            <w:r w:rsidRPr="00CE4A3E">
              <w:t>zaliczenie w formie pisemnej</w:t>
            </w:r>
          </w:p>
        </w:tc>
        <w:tc>
          <w:tcPr>
            <w:tcW w:w="2126" w:type="dxa"/>
            <w:vAlign w:val="center"/>
          </w:tcPr>
          <w:p w14:paraId="3C29215C" w14:textId="77777777" w:rsidR="00185CFC" w:rsidRDefault="00185CFC" w:rsidP="00FB619E">
            <w:pPr>
              <w:spacing w:after="0" w:line="240" w:lineRule="auto"/>
            </w:pPr>
            <w:proofErr w:type="spellStart"/>
            <w:r w:rsidRPr="00CE4A3E">
              <w:t>konw</w:t>
            </w:r>
            <w:proofErr w:type="spellEnd"/>
            <w:r w:rsidRPr="00CE4A3E">
              <w:t>.</w:t>
            </w:r>
          </w:p>
        </w:tc>
      </w:tr>
    </w:tbl>
    <w:p w14:paraId="22082BB8" w14:textId="77777777" w:rsidR="00923D7D" w:rsidRPr="00774E4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81F6B4" w14:textId="77777777" w:rsidR="0085747A" w:rsidRPr="00774E4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74E4F">
        <w:rPr>
          <w:rFonts w:ascii="Corbel" w:hAnsi="Corbel"/>
          <w:smallCaps w:val="0"/>
          <w:szCs w:val="24"/>
        </w:rPr>
        <w:t xml:space="preserve">4.2 </w:t>
      </w:r>
      <w:r w:rsidR="0085747A" w:rsidRPr="00774E4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774E4F">
        <w:rPr>
          <w:rFonts w:ascii="Corbel" w:hAnsi="Corbel"/>
          <w:smallCaps w:val="0"/>
          <w:szCs w:val="24"/>
        </w:rPr>
        <w:t xml:space="preserve"> </w:t>
      </w:r>
    </w:p>
    <w:p w14:paraId="4AE22E75" w14:textId="77777777" w:rsidR="00923D7D" w:rsidRPr="00774E4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74E4F" w14:paraId="119D753F" w14:textId="77777777" w:rsidTr="26AC820B">
        <w:tc>
          <w:tcPr>
            <w:tcW w:w="9670" w:type="dxa"/>
          </w:tcPr>
          <w:p w14:paraId="14468AF6" w14:textId="30526625" w:rsidR="00D47444" w:rsidRPr="00226870" w:rsidRDefault="77C92465" w:rsidP="00FB619E">
            <w:pPr>
              <w:spacing w:before="120" w:after="120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6AC820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Konwersatorium: kolokwium zaliczeniowe (do uzyskania oceny pozytywnej wymagane jest osiągnięcie minimum 50% poprawnych odpowiedzi), aktywność na zajęciach, obecność na zajęciach, przygotowanie prezentacji/projektu.</w:t>
            </w:r>
          </w:p>
          <w:p w14:paraId="621D1AE4" w14:textId="714DBADC" w:rsidR="0085747A" w:rsidRPr="00774E4F" w:rsidRDefault="00D47444" w:rsidP="00FB619E">
            <w:pPr>
              <w:spacing w:after="120"/>
              <w:jc w:val="both"/>
              <w:rPr>
                <w:rFonts w:ascii="Corbel" w:eastAsia="Corbel" w:hAnsi="Corbel" w:cs="Corbel"/>
                <w:color w:val="000000" w:themeColor="text1"/>
              </w:rPr>
            </w:pPr>
            <w:r w:rsidRPr="0022687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Kryteria oceniania aktualny stan prawny, kompletność odpowiedzi, poprawna terminologia, właściwe zastosowanie uzyskanej wiedzy.</w:t>
            </w:r>
          </w:p>
        </w:tc>
      </w:tr>
    </w:tbl>
    <w:p w14:paraId="60A7B240" w14:textId="77777777" w:rsidR="0085747A" w:rsidRPr="00774E4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B65B74" w14:textId="77777777" w:rsidR="00FB619E" w:rsidRDefault="00FB619E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473D3116" w14:textId="3EDC7662" w:rsidR="009F4610" w:rsidRPr="00774E4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74E4F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774E4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191014C" w14:textId="77777777" w:rsidR="0085747A" w:rsidRPr="00774E4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774E4F" w14:paraId="09CFD8E6" w14:textId="77777777" w:rsidTr="00FB619E">
        <w:tc>
          <w:tcPr>
            <w:tcW w:w="5132" w:type="dxa"/>
            <w:vAlign w:val="center"/>
          </w:tcPr>
          <w:p w14:paraId="02EB6E18" w14:textId="77777777" w:rsidR="0085747A" w:rsidRPr="00774E4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74E4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74E4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74E4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1CEB4C03" w14:textId="77777777" w:rsidR="0085747A" w:rsidRPr="00774E4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74E4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74E4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774E4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774E4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27751" w:rsidRPr="00774E4F" w14:paraId="1606A94B" w14:textId="77777777" w:rsidTr="00FB619E">
        <w:tc>
          <w:tcPr>
            <w:tcW w:w="5132" w:type="dxa"/>
          </w:tcPr>
          <w:p w14:paraId="05C0B6D1" w14:textId="34A2FBD7" w:rsidR="00827751" w:rsidRPr="00774E4F" w:rsidRDefault="2A93F9C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6AC820B">
              <w:rPr>
                <w:rFonts w:ascii="Corbel" w:hAnsi="Corbel"/>
                <w:sz w:val="24"/>
                <w:szCs w:val="24"/>
              </w:rPr>
              <w:t>Godziny z harmonogramu studiów</w:t>
            </w:r>
          </w:p>
        </w:tc>
        <w:tc>
          <w:tcPr>
            <w:tcW w:w="4388" w:type="dxa"/>
          </w:tcPr>
          <w:p w14:paraId="4D321970" w14:textId="77777777" w:rsidR="00827751" w:rsidRPr="00970F9B" w:rsidRDefault="00586C6B" w:rsidP="00A87111">
            <w:r>
              <w:t>15</w:t>
            </w:r>
          </w:p>
        </w:tc>
      </w:tr>
      <w:tr w:rsidR="00827751" w:rsidRPr="00774E4F" w14:paraId="40A79CCE" w14:textId="77777777" w:rsidTr="00FB619E">
        <w:tc>
          <w:tcPr>
            <w:tcW w:w="5132" w:type="dxa"/>
          </w:tcPr>
          <w:p w14:paraId="1899604A" w14:textId="77777777" w:rsidR="00827751" w:rsidRPr="00774E4F" w:rsidRDefault="0082775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F0FB9A5" w14:textId="77777777" w:rsidR="00827751" w:rsidRPr="00774E4F" w:rsidRDefault="0082775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</w:tcPr>
          <w:p w14:paraId="2951C2B7" w14:textId="77777777" w:rsidR="00827751" w:rsidRPr="00970F9B" w:rsidRDefault="00586C6B" w:rsidP="00A87111">
            <w:r>
              <w:t>5</w:t>
            </w:r>
          </w:p>
        </w:tc>
      </w:tr>
      <w:tr w:rsidR="00827751" w:rsidRPr="00774E4F" w14:paraId="67FD8D2A" w14:textId="77777777" w:rsidTr="00FB619E">
        <w:tc>
          <w:tcPr>
            <w:tcW w:w="5132" w:type="dxa"/>
          </w:tcPr>
          <w:p w14:paraId="793758C2" w14:textId="77777777" w:rsidR="00827751" w:rsidRPr="00774E4F" w:rsidRDefault="0082775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74E4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74E4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774E4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</w:tcPr>
          <w:p w14:paraId="5B550715" w14:textId="77777777" w:rsidR="00827751" w:rsidRPr="00970F9B" w:rsidRDefault="00CD1B88" w:rsidP="00A87111">
            <w:r>
              <w:t>55</w:t>
            </w:r>
          </w:p>
        </w:tc>
      </w:tr>
      <w:tr w:rsidR="00827751" w:rsidRPr="00774E4F" w14:paraId="29F1F73F" w14:textId="77777777" w:rsidTr="00FB619E">
        <w:trPr>
          <w:trHeight w:val="20"/>
        </w:trPr>
        <w:tc>
          <w:tcPr>
            <w:tcW w:w="5132" w:type="dxa"/>
          </w:tcPr>
          <w:p w14:paraId="051D6A9D" w14:textId="77777777" w:rsidR="00827751" w:rsidRPr="00774E4F" w:rsidRDefault="00827751" w:rsidP="00FB61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548FC128" w14:textId="77777777" w:rsidR="00827751" w:rsidRPr="00970F9B" w:rsidRDefault="00CD1B88" w:rsidP="00FB619E">
            <w:pPr>
              <w:spacing w:after="0" w:line="240" w:lineRule="auto"/>
            </w:pPr>
            <w:r>
              <w:t>75</w:t>
            </w:r>
          </w:p>
        </w:tc>
      </w:tr>
      <w:tr w:rsidR="00827751" w:rsidRPr="00774E4F" w14:paraId="335A1387" w14:textId="77777777" w:rsidTr="00FB619E">
        <w:trPr>
          <w:trHeight w:val="20"/>
        </w:trPr>
        <w:tc>
          <w:tcPr>
            <w:tcW w:w="5132" w:type="dxa"/>
          </w:tcPr>
          <w:p w14:paraId="42A6EBF3" w14:textId="77777777" w:rsidR="00827751" w:rsidRPr="00774E4F" w:rsidRDefault="00827751" w:rsidP="00FB619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74E4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18B6AEBC" w14:textId="77777777" w:rsidR="00827751" w:rsidRPr="00970F9B" w:rsidRDefault="00586C6B" w:rsidP="00FB619E">
            <w:pPr>
              <w:spacing w:after="0" w:line="240" w:lineRule="auto"/>
            </w:pPr>
            <w:r>
              <w:t>3</w:t>
            </w:r>
          </w:p>
        </w:tc>
      </w:tr>
    </w:tbl>
    <w:p w14:paraId="21ABE27C" w14:textId="77777777" w:rsidR="0085747A" w:rsidRPr="00774E4F" w:rsidRDefault="00923D7D" w:rsidP="00FB619E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774E4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74E4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A1C6A9D" w14:textId="77777777" w:rsidR="003E1941" w:rsidRPr="00774E4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32F263" w14:textId="77777777" w:rsidR="0085747A" w:rsidRPr="00774E4F" w:rsidRDefault="0071620A" w:rsidP="44674766">
      <w:pPr>
        <w:pStyle w:val="Punktygwne"/>
        <w:spacing w:before="0" w:after="0"/>
        <w:rPr>
          <w:rFonts w:ascii="Corbel" w:hAnsi="Corbel"/>
          <w:smallCaps w:val="0"/>
        </w:rPr>
      </w:pPr>
      <w:r w:rsidRPr="44674766">
        <w:rPr>
          <w:rFonts w:ascii="Corbel" w:hAnsi="Corbel"/>
          <w:smallCaps w:val="0"/>
        </w:rPr>
        <w:t xml:space="preserve">6. </w:t>
      </w:r>
      <w:r w:rsidR="0085747A" w:rsidRPr="44674766">
        <w:rPr>
          <w:rFonts w:ascii="Corbel" w:hAnsi="Corbel"/>
          <w:smallCaps w:val="0"/>
        </w:rPr>
        <w:t>PRAKTYKI ZAWODOWE W RAMACH PRZEDMIOTU</w:t>
      </w:r>
      <w:r w:rsidRPr="44674766">
        <w:rPr>
          <w:rFonts w:ascii="Corbel" w:hAnsi="Corbel"/>
          <w:smallCaps w:val="0"/>
        </w:rPr>
        <w:t xml:space="preserve"> </w:t>
      </w:r>
    </w:p>
    <w:p w14:paraId="30898247" w14:textId="77777777" w:rsidR="0085747A" w:rsidRPr="00774E4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3798"/>
      </w:tblGrid>
      <w:tr w:rsidR="0085747A" w:rsidRPr="00774E4F" w14:paraId="2A35CCF5" w14:textId="77777777" w:rsidTr="00FB619E">
        <w:trPr>
          <w:trHeight w:val="397"/>
        </w:trPr>
        <w:tc>
          <w:tcPr>
            <w:tcW w:w="3715" w:type="dxa"/>
          </w:tcPr>
          <w:p w14:paraId="2657AE1E" w14:textId="77777777" w:rsidR="0085747A" w:rsidRPr="00774E4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798" w:type="dxa"/>
          </w:tcPr>
          <w:p w14:paraId="0CBF83F4" w14:textId="77777777" w:rsidR="0085747A" w:rsidRPr="00774E4F" w:rsidRDefault="00747E1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774E4F" w14:paraId="4ECCBCDD" w14:textId="77777777" w:rsidTr="00FB619E">
        <w:trPr>
          <w:trHeight w:val="397"/>
        </w:trPr>
        <w:tc>
          <w:tcPr>
            <w:tcW w:w="3715" w:type="dxa"/>
          </w:tcPr>
          <w:p w14:paraId="6D049803" w14:textId="77777777" w:rsidR="0085747A" w:rsidRPr="00774E4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798" w:type="dxa"/>
          </w:tcPr>
          <w:p w14:paraId="64489017" w14:textId="77777777" w:rsidR="0085747A" w:rsidRPr="00774E4F" w:rsidRDefault="00747E1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1784FA7" w14:textId="77777777" w:rsidR="00FB619E" w:rsidRDefault="00FB619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7067277" w14:textId="386E1069" w:rsidR="0085747A" w:rsidRPr="00774E4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74E4F">
        <w:rPr>
          <w:rFonts w:ascii="Corbel" w:hAnsi="Corbel"/>
          <w:smallCaps w:val="0"/>
          <w:szCs w:val="24"/>
        </w:rPr>
        <w:t xml:space="preserve">7. </w:t>
      </w:r>
      <w:r w:rsidR="0085747A" w:rsidRPr="00774E4F">
        <w:rPr>
          <w:rFonts w:ascii="Corbel" w:hAnsi="Corbel"/>
          <w:smallCaps w:val="0"/>
          <w:szCs w:val="24"/>
        </w:rPr>
        <w:t>LITERATURA</w:t>
      </w:r>
      <w:r w:rsidRPr="00774E4F">
        <w:rPr>
          <w:rFonts w:ascii="Corbel" w:hAnsi="Corbel"/>
          <w:smallCaps w:val="0"/>
          <w:szCs w:val="24"/>
        </w:rPr>
        <w:t xml:space="preserve"> </w:t>
      </w:r>
    </w:p>
    <w:p w14:paraId="6D61F0FB" w14:textId="77777777" w:rsidR="00675843" w:rsidRPr="00774E4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5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8"/>
      </w:tblGrid>
      <w:tr w:rsidR="00ED029C" w:rsidRPr="00774E4F" w14:paraId="54E557DF" w14:textId="77777777" w:rsidTr="00FB619E">
        <w:trPr>
          <w:trHeight w:val="397"/>
        </w:trPr>
        <w:tc>
          <w:tcPr>
            <w:tcW w:w="9518" w:type="dxa"/>
          </w:tcPr>
          <w:p w14:paraId="6166BE6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47E1C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771D45DD" w14:textId="77777777" w:rsidR="00FB619E" w:rsidRPr="00747E1C" w:rsidRDefault="00FB619E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26ED23BB" w14:textId="06BBF5A8" w:rsidR="00C62EFC" w:rsidRDefault="00FD1CCF" w:rsidP="00FB619E">
            <w:pPr>
              <w:pStyle w:val="Punktygwne"/>
              <w:numPr>
                <w:ilvl w:val="0"/>
                <w:numId w:val="3"/>
              </w:numPr>
              <w:spacing w:before="0" w:after="0"/>
              <w:ind w:left="342" w:hanging="315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 xml:space="preserve">W. Góralczyk, W. Góralczyk jr, </w:t>
            </w:r>
            <w:r w:rsidRPr="00774E4F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Kierownictwo w prawie administracyjnym, </w:t>
            </w:r>
            <w:r w:rsidRPr="00774E4F">
              <w:rPr>
                <w:rFonts w:ascii="Corbel" w:hAnsi="Corbel"/>
                <w:b w:val="0"/>
                <w:smallCaps w:val="0"/>
                <w:szCs w:val="24"/>
              </w:rPr>
              <w:t>Wolters Kluwer Polska, Warszawa 2016</w:t>
            </w:r>
          </w:p>
          <w:p w14:paraId="3A0B0C58" w14:textId="4E8853E7" w:rsidR="00253A16" w:rsidRPr="00FB619E" w:rsidRDefault="007A675B" w:rsidP="00FB619E">
            <w:pPr>
              <w:pStyle w:val="Punktygwne"/>
              <w:numPr>
                <w:ilvl w:val="0"/>
                <w:numId w:val="3"/>
              </w:numPr>
              <w:spacing w:before="0" w:after="120"/>
              <w:ind w:left="346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Szyrski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3E344D">
              <w:rPr>
                <w:rFonts w:ascii="Corbel" w:hAnsi="Corbel"/>
                <w:b w:val="0"/>
                <w:smallCaps w:val="0"/>
                <w:szCs w:val="24"/>
              </w:rPr>
              <w:t xml:space="preserve">Kierownictwo w samorządzie terytorialnym. Analiza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administracyjno</w:t>
            </w:r>
            <w:r w:rsidRPr="003E344D">
              <w:rPr>
                <w:rFonts w:ascii="Corbel" w:hAnsi="Corbel"/>
                <w:b w:val="0"/>
                <w:smallCaps w:val="0"/>
                <w:szCs w:val="24"/>
              </w:rPr>
              <w:t>prawna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Uniwersytet Kardynała Stefana </w:t>
            </w:r>
            <w:r w:rsidR="00253A16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yszyńskiego, Warszawa, 2015</w:t>
            </w:r>
          </w:p>
        </w:tc>
      </w:tr>
      <w:tr w:rsidR="00ED029C" w:rsidRPr="00774E4F" w14:paraId="0B373986" w14:textId="77777777" w:rsidTr="00FB619E">
        <w:trPr>
          <w:trHeight w:val="397"/>
        </w:trPr>
        <w:tc>
          <w:tcPr>
            <w:tcW w:w="9518" w:type="dxa"/>
          </w:tcPr>
          <w:p w14:paraId="7D68DFEC" w14:textId="77777777" w:rsidR="00FD1CCF" w:rsidRDefault="0085747A" w:rsidP="00321F4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47E1C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3B635FBD" w14:textId="77777777" w:rsidR="00747E1C" w:rsidRPr="00747E1C" w:rsidRDefault="00747E1C" w:rsidP="00321F4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6E5CAB00" w14:textId="77777777" w:rsidR="00321F47" w:rsidRPr="00774E4F" w:rsidRDefault="00FD1CCF" w:rsidP="00FB619E">
            <w:pPr>
              <w:pStyle w:val="Punktygwne"/>
              <w:numPr>
                <w:ilvl w:val="0"/>
                <w:numId w:val="4"/>
              </w:numPr>
              <w:spacing w:before="0" w:after="0"/>
              <w:ind w:left="342" w:hanging="342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 xml:space="preserve">E. Knosala, </w:t>
            </w:r>
            <w:r w:rsidRPr="00774E4F">
              <w:rPr>
                <w:rFonts w:ascii="Corbel" w:hAnsi="Corbel"/>
                <w:b w:val="0"/>
                <w:i/>
                <w:smallCaps w:val="0"/>
                <w:szCs w:val="24"/>
              </w:rPr>
              <w:t>Zarys nauki administracji</w:t>
            </w:r>
            <w:r w:rsidRPr="00774E4F">
              <w:rPr>
                <w:rFonts w:ascii="Corbel" w:hAnsi="Corbel"/>
                <w:b w:val="0"/>
                <w:smallCaps w:val="0"/>
                <w:szCs w:val="24"/>
              </w:rPr>
              <w:t>, Wolters Kluwer Polska, Warszawa 2010</w:t>
            </w:r>
          </w:p>
          <w:p w14:paraId="74191AEE" w14:textId="77777777" w:rsidR="00990FED" w:rsidRDefault="00FD1CCF" w:rsidP="00FB619E">
            <w:pPr>
              <w:pStyle w:val="Punktygwne"/>
              <w:numPr>
                <w:ilvl w:val="0"/>
                <w:numId w:val="4"/>
              </w:numPr>
              <w:spacing w:before="0" w:after="0"/>
              <w:ind w:left="342" w:hanging="342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 xml:space="preserve">K. Kłosowska-Lasek, </w:t>
            </w:r>
            <w:r w:rsidRPr="00774E4F">
              <w:rPr>
                <w:rFonts w:ascii="Corbel" w:hAnsi="Corbel"/>
                <w:b w:val="0"/>
                <w:i/>
                <w:smallCaps w:val="0"/>
                <w:szCs w:val="24"/>
              </w:rPr>
              <w:t>Procesy kierowania w administracji publicznej</w:t>
            </w:r>
            <w:r w:rsidRPr="00774E4F">
              <w:rPr>
                <w:rFonts w:ascii="Corbel" w:hAnsi="Corbel"/>
                <w:b w:val="0"/>
                <w:smallCaps w:val="0"/>
                <w:szCs w:val="24"/>
              </w:rPr>
              <w:t>, Rzeszów 2018</w:t>
            </w:r>
          </w:p>
          <w:p w14:paraId="022B0717" w14:textId="2F6FE59D" w:rsidR="007044B9" w:rsidRPr="00990FED" w:rsidRDefault="0D90B9D2" w:rsidP="00FB619E">
            <w:pPr>
              <w:pStyle w:val="Punktygwne"/>
              <w:numPr>
                <w:ilvl w:val="0"/>
                <w:numId w:val="4"/>
              </w:numPr>
              <w:spacing w:before="0" w:after="0"/>
              <w:ind w:left="342" w:hanging="342"/>
              <w:rPr>
                <w:rFonts w:ascii="Corbel" w:hAnsi="Corbel"/>
                <w:b w:val="0"/>
                <w:smallCaps w:val="0"/>
              </w:rPr>
            </w:pPr>
            <w:r w:rsidRPr="26AC820B">
              <w:rPr>
                <w:rFonts w:ascii="Corbel" w:hAnsi="Corbel"/>
                <w:b w:val="0"/>
                <w:smallCaps w:val="0"/>
              </w:rPr>
              <w:t>B. Dolnicki</w:t>
            </w:r>
            <w:r w:rsidRPr="26AC820B">
              <w:rPr>
                <w:rFonts w:ascii="Corbel" w:hAnsi="Corbel"/>
                <w:b w:val="0"/>
                <w:i/>
                <w:iCs/>
                <w:smallCaps w:val="0"/>
              </w:rPr>
              <w:t xml:space="preserve">, Ewolucja nadzoru nad samorządem terytorialnym </w:t>
            </w:r>
            <w:r w:rsidRPr="26AC820B">
              <w:rPr>
                <w:rFonts w:ascii="Corbel" w:hAnsi="Corbel"/>
                <w:b w:val="0"/>
                <w:smallCaps w:val="0"/>
              </w:rPr>
              <w:t>w: Samorząd Terytorialny2015, nr 3 s. 60-74</w:t>
            </w:r>
          </w:p>
          <w:p w14:paraId="47BB9CC0" w14:textId="6080634B" w:rsidR="005B4E8F" w:rsidRDefault="000D1EF0" w:rsidP="00FB619E">
            <w:pPr>
              <w:pStyle w:val="Punktygwne"/>
              <w:numPr>
                <w:ilvl w:val="0"/>
                <w:numId w:val="4"/>
              </w:numPr>
              <w:spacing w:before="0" w:after="0"/>
              <w:ind w:left="342" w:hanging="342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 Karpiuk, </w:t>
            </w:r>
            <w:r w:rsidRPr="000D1EF0">
              <w:rPr>
                <w:rFonts w:ascii="Corbel" w:hAnsi="Corbel"/>
                <w:b w:val="0"/>
                <w:i/>
                <w:smallCaps w:val="0"/>
                <w:szCs w:val="24"/>
              </w:rPr>
              <w:t>Właściwość wojewody w zakresie zapewnienia bezpieczeństwa i porządku publicznego oraz zapobiegania zagrożeniu życia i zdrowia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D1EF0">
              <w:rPr>
                <w:rFonts w:ascii="Corbel" w:hAnsi="Corbel"/>
                <w:b w:val="0"/>
                <w:smallCaps w:val="0"/>
                <w:szCs w:val="24"/>
              </w:rPr>
              <w:t xml:space="preserve">Zeszyty Naukowe KUL 60 </w:t>
            </w:r>
            <w:r w:rsidR="00FB619E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0D1EF0">
              <w:rPr>
                <w:rFonts w:ascii="Corbel" w:hAnsi="Corbel"/>
                <w:b w:val="0"/>
                <w:smallCaps w:val="0"/>
                <w:szCs w:val="24"/>
              </w:rPr>
              <w:t>(2018), nr 2 (242)</w:t>
            </w:r>
          </w:p>
          <w:p w14:paraId="03794FB7" w14:textId="7AC83519" w:rsidR="007044B9" w:rsidRDefault="0C61E36D" w:rsidP="00FB619E">
            <w:pPr>
              <w:pStyle w:val="Punktygwne"/>
              <w:numPr>
                <w:ilvl w:val="0"/>
                <w:numId w:val="4"/>
              </w:numPr>
              <w:spacing w:before="0" w:after="0"/>
              <w:ind w:left="342" w:hanging="342"/>
              <w:rPr>
                <w:rFonts w:ascii="Corbel" w:hAnsi="Corbel"/>
                <w:b w:val="0"/>
                <w:smallCaps w:val="0"/>
              </w:rPr>
            </w:pPr>
            <w:r w:rsidRPr="26AC820B">
              <w:rPr>
                <w:rFonts w:ascii="Corbel" w:hAnsi="Corbel"/>
                <w:b w:val="0"/>
                <w:smallCaps w:val="0"/>
              </w:rPr>
              <w:t>M. Kasiński</w:t>
            </w:r>
            <w:r w:rsidRPr="26AC820B">
              <w:rPr>
                <w:rFonts w:ascii="Corbel" w:hAnsi="Corbel"/>
                <w:b w:val="0"/>
                <w:i/>
                <w:iCs/>
                <w:smallCaps w:val="0"/>
              </w:rPr>
              <w:t>, Lojalność urzędnika w świetle prawa i etyki</w:t>
            </w:r>
            <w:r w:rsidRPr="26AC820B">
              <w:rPr>
                <w:rFonts w:ascii="Corbel" w:hAnsi="Corbel"/>
                <w:b w:val="0"/>
                <w:smallCaps w:val="0"/>
              </w:rPr>
              <w:t xml:space="preserve"> w:</w:t>
            </w:r>
            <w:r w:rsidR="4EB9C937" w:rsidRPr="26AC820B">
              <w:rPr>
                <w:rFonts w:ascii="Corbel" w:hAnsi="Corbel"/>
                <w:b w:val="0"/>
                <w:smallCaps w:val="0"/>
              </w:rPr>
              <w:t xml:space="preserve"> „</w:t>
            </w:r>
            <w:proofErr w:type="spellStart"/>
            <w:r w:rsidR="4EB9C937" w:rsidRPr="26AC820B">
              <w:rPr>
                <w:rFonts w:ascii="Corbel" w:hAnsi="Corbel"/>
                <w:b w:val="0"/>
                <w:smallCaps w:val="0"/>
              </w:rPr>
              <w:t>Annales</w:t>
            </w:r>
            <w:proofErr w:type="spellEnd"/>
            <w:r w:rsidR="4EB9C937" w:rsidRPr="26AC820B">
              <w:rPr>
                <w:rFonts w:ascii="Corbel" w:hAnsi="Corbel"/>
                <w:b w:val="0"/>
                <w:smallCaps w:val="0"/>
              </w:rPr>
              <w:t>. E</w:t>
            </w:r>
            <w:r w:rsidRPr="26AC820B">
              <w:rPr>
                <w:rFonts w:ascii="Corbel" w:hAnsi="Corbel"/>
                <w:b w:val="0"/>
                <w:smallCaps w:val="0"/>
              </w:rPr>
              <w:t>tyka w życiu gospodarczym” 2010, vol. 13, nr 1, s. 139-146.</w:t>
            </w:r>
          </w:p>
          <w:p w14:paraId="5FF3E16A" w14:textId="4D37F697" w:rsidR="007044B9" w:rsidRPr="007044B9" w:rsidRDefault="0D90B9D2" w:rsidP="00FB619E">
            <w:pPr>
              <w:pStyle w:val="Punktygwne"/>
              <w:numPr>
                <w:ilvl w:val="0"/>
                <w:numId w:val="4"/>
              </w:numPr>
              <w:spacing w:before="0" w:after="0"/>
              <w:ind w:left="342" w:hanging="342"/>
              <w:rPr>
                <w:rFonts w:ascii="Corbel" w:hAnsi="Corbel"/>
                <w:b w:val="0"/>
                <w:smallCaps w:val="0"/>
              </w:rPr>
            </w:pPr>
            <w:r w:rsidRPr="26AC820B">
              <w:rPr>
                <w:rFonts w:ascii="Corbel" w:hAnsi="Corbel"/>
                <w:b w:val="0"/>
                <w:smallCaps w:val="0"/>
              </w:rPr>
              <w:t xml:space="preserve">K. Sikora, </w:t>
            </w:r>
            <w:r w:rsidRPr="26AC820B">
              <w:rPr>
                <w:rFonts w:ascii="Corbel" w:hAnsi="Corbel"/>
                <w:b w:val="0"/>
                <w:i/>
                <w:iCs/>
                <w:smallCaps w:val="0"/>
              </w:rPr>
              <w:t>Środki nadzoru nad samorządem terytorialnym o charakterze personalnym</w:t>
            </w:r>
            <w:r w:rsidRPr="26AC820B">
              <w:rPr>
                <w:rFonts w:ascii="Corbel" w:hAnsi="Corbel"/>
                <w:b w:val="0"/>
                <w:smallCaps w:val="0"/>
              </w:rPr>
              <w:t xml:space="preserve"> w: Studia </w:t>
            </w:r>
            <w:proofErr w:type="spellStart"/>
            <w:r w:rsidRPr="26AC820B">
              <w:rPr>
                <w:rFonts w:ascii="Corbel" w:hAnsi="Corbel"/>
                <w:b w:val="0"/>
                <w:smallCaps w:val="0"/>
              </w:rPr>
              <w:t>Iuridica</w:t>
            </w:r>
            <w:proofErr w:type="spellEnd"/>
            <w:r w:rsidRPr="26AC820B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Pr="26AC820B">
              <w:rPr>
                <w:rFonts w:ascii="Corbel" w:hAnsi="Corbel"/>
                <w:b w:val="0"/>
                <w:smallCaps w:val="0"/>
              </w:rPr>
              <w:t>Lublinensia</w:t>
            </w:r>
            <w:proofErr w:type="spellEnd"/>
            <w:r w:rsidRPr="26AC820B">
              <w:rPr>
                <w:rFonts w:ascii="Corbel" w:hAnsi="Corbel"/>
                <w:b w:val="0"/>
                <w:smallCaps w:val="0"/>
              </w:rPr>
              <w:t>, 2010, nr 14, s.111-124</w:t>
            </w:r>
          </w:p>
          <w:p w14:paraId="2A1B99B8" w14:textId="77777777" w:rsidR="00DB580D" w:rsidRDefault="00DB580D" w:rsidP="00FB619E">
            <w:pPr>
              <w:pStyle w:val="Punktygwne"/>
              <w:numPr>
                <w:ilvl w:val="0"/>
                <w:numId w:val="4"/>
              </w:numPr>
              <w:spacing w:before="0" w:after="0"/>
              <w:ind w:left="342" w:hanging="342"/>
              <w:rPr>
                <w:rFonts w:ascii="Corbel" w:hAnsi="Corbel"/>
                <w:b w:val="0"/>
                <w:smallCaps w:val="0"/>
                <w:szCs w:val="24"/>
              </w:rPr>
            </w:pPr>
            <w:r w:rsidRPr="00DB580D">
              <w:rPr>
                <w:rFonts w:ascii="Corbel" w:hAnsi="Corbel"/>
                <w:b w:val="0"/>
                <w:smallCaps w:val="0"/>
                <w:szCs w:val="24"/>
              </w:rPr>
              <w:t xml:space="preserve">A. </w:t>
            </w:r>
            <w:proofErr w:type="spellStart"/>
            <w:r w:rsidRPr="00DB580D">
              <w:rPr>
                <w:rFonts w:ascii="Corbel" w:hAnsi="Corbel"/>
                <w:b w:val="0"/>
                <w:smallCaps w:val="0"/>
                <w:szCs w:val="24"/>
              </w:rPr>
              <w:t>Miruć</w:t>
            </w:r>
            <w:proofErr w:type="spellEnd"/>
            <w:r w:rsidRPr="00DB580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DB580D">
              <w:rPr>
                <w:rFonts w:ascii="Corbel" w:hAnsi="Corbel"/>
                <w:b w:val="0"/>
                <w:i/>
                <w:smallCaps w:val="0"/>
                <w:szCs w:val="24"/>
              </w:rPr>
              <w:t>Polecenie służbowe</w:t>
            </w:r>
            <w:r w:rsidRPr="00DB580D">
              <w:rPr>
                <w:rFonts w:ascii="Corbel" w:hAnsi="Corbel"/>
                <w:b w:val="0"/>
                <w:smallCaps w:val="0"/>
                <w:szCs w:val="24"/>
              </w:rPr>
              <w:t xml:space="preserve">, [w:] E. Smoktunowicz (red.), Wielka Encyklopedia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Prawa, Białystok, Warszawa 2000.</w:t>
            </w:r>
          </w:p>
          <w:p w14:paraId="7FE4E522" w14:textId="5AAD85B9" w:rsidR="005B4E8F" w:rsidRPr="00990FED" w:rsidRDefault="0C61E36D" w:rsidP="00FB619E">
            <w:pPr>
              <w:pStyle w:val="Punktygwne"/>
              <w:numPr>
                <w:ilvl w:val="0"/>
                <w:numId w:val="4"/>
              </w:numPr>
              <w:spacing w:before="0" w:after="120"/>
              <w:ind w:left="340" w:hanging="340"/>
              <w:rPr>
                <w:rFonts w:ascii="Corbel" w:hAnsi="Corbel"/>
                <w:b w:val="0"/>
                <w:smallCaps w:val="0"/>
              </w:rPr>
            </w:pPr>
            <w:r w:rsidRPr="26AC820B">
              <w:rPr>
                <w:rFonts w:ascii="Corbel" w:hAnsi="Corbel"/>
                <w:b w:val="0"/>
                <w:smallCaps w:val="0"/>
              </w:rPr>
              <w:t xml:space="preserve">J.  Łętowski, </w:t>
            </w:r>
            <w:r w:rsidRPr="26AC820B">
              <w:rPr>
                <w:rFonts w:ascii="Corbel" w:hAnsi="Corbel"/>
                <w:b w:val="0"/>
                <w:i/>
                <w:iCs/>
                <w:smallCaps w:val="0"/>
              </w:rPr>
              <w:t xml:space="preserve">Polecenie służbowe w administracji, </w:t>
            </w:r>
            <w:r w:rsidRPr="26AC820B">
              <w:rPr>
                <w:rFonts w:ascii="Corbel" w:hAnsi="Corbel"/>
                <w:b w:val="0"/>
                <w:smallCaps w:val="0"/>
              </w:rPr>
              <w:t>Wydaw. Prawnicze, Warszawa 1972</w:t>
            </w:r>
          </w:p>
        </w:tc>
      </w:tr>
    </w:tbl>
    <w:p w14:paraId="60A67A02" w14:textId="77777777" w:rsidR="0085747A" w:rsidRPr="00774E4F" w:rsidRDefault="0085747A" w:rsidP="00747E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A37EA2" w14:textId="77777777" w:rsidR="0085747A" w:rsidRPr="00774E4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74E4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774E4F" w:rsidSect="00FB619E">
      <w:pgSz w:w="11906" w:h="16838"/>
      <w:pgMar w:top="851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9F5B7" w14:textId="77777777" w:rsidR="00A01343" w:rsidRDefault="00A01343" w:rsidP="00C16ABF">
      <w:pPr>
        <w:spacing w:after="0" w:line="240" w:lineRule="auto"/>
      </w:pPr>
      <w:r>
        <w:separator/>
      </w:r>
    </w:p>
  </w:endnote>
  <w:endnote w:type="continuationSeparator" w:id="0">
    <w:p w14:paraId="33248B14" w14:textId="77777777" w:rsidR="00A01343" w:rsidRDefault="00A0134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8CE43B" w14:textId="77777777" w:rsidR="00A01343" w:rsidRDefault="00A01343" w:rsidP="00C16ABF">
      <w:pPr>
        <w:spacing w:after="0" w:line="240" w:lineRule="auto"/>
      </w:pPr>
      <w:r>
        <w:separator/>
      </w:r>
    </w:p>
  </w:footnote>
  <w:footnote w:type="continuationSeparator" w:id="0">
    <w:p w14:paraId="0B857EE2" w14:textId="77777777" w:rsidR="00A01343" w:rsidRDefault="00A01343" w:rsidP="00C16ABF">
      <w:pPr>
        <w:spacing w:after="0" w:line="240" w:lineRule="auto"/>
      </w:pPr>
      <w:r>
        <w:continuationSeparator/>
      </w:r>
    </w:p>
  </w:footnote>
  <w:footnote w:id="1">
    <w:p w14:paraId="3CD5709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193061"/>
    <w:multiLevelType w:val="hybridMultilevel"/>
    <w:tmpl w:val="2E8AB1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6DF2D5C"/>
    <w:multiLevelType w:val="hybridMultilevel"/>
    <w:tmpl w:val="C2BE6B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ED0DDF"/>
    <w:multiLevelType w:val="hybridMultilevel"/>
    <w:tmpl w:val="E35E39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9610069">
    <w:abstractNumId w:val="1"/>
  </w:num>
  <w:num w:numId="2" w16cid:durableId="1192260589">
    <w:abstractNumId w:val="2"/>
  </w:num>
  <w:num w:numId="3" w16cid:durableId="1660838838">
    <w:abstractNumId w:val="3"/>
  </w:num>
  <w:num w:numId="4" w16cid:durableId="161986919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3704"/>
    <w:rsid w:val="00015B8F"/>
    <w:rsid w:val="00022ECE"/>
    <w:rsid w:val="0002460D"/>
    <w:rsid w:val="00035168"/>
    <w:rsid w:val="00042A51"/>
    <w:rsid w:val="00042D2E"/>
    <w:rsid w:val="00044C82"/>
    <w:rsid w:val="00070ED6"/>
    <w:rsid w:val="000742DC"/>
    <w:rsid w:val="00076AA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701F"/>
    <w:rsid w:val="000D04B0"/>
    <w:rsid w:val="000D1EF0"/>
    <w:rsid w:val="000D41BA"/>
    <w:rsid w:val="000E564B"/>
    <w:rsid w:val="000F1C57"/>
    <w:rsid w:val="000F29EE"/>
    <w:rsid w:val="000F5615"/>
    <w:rsid w:val="0010189A"/>
    <w:rsid w:val="00113052"/>
    <w:rsid w:val="00124BFF"/>
    <w:rsid w:val="0012560E"/>
    <w:rsid w:val="00127108"/>
    <w:rsid w:val="00134092"/>
    <w:rsid w:val="00134B13"/>
    <w:rsid w:val="00146BC0"/>
    <w:rsid w:val="00153C41"/>
    <w:rsid w:val="00154381"/>
    <w:rsid w:val="00154859"/>
    <w:rsid w:val="001640A7"/>
    <w:rsid w:val="00164FA7"/>
    <w:rsid w:val="00166A03"/>
    <w:rsid w:val="001718A7"/>
    <w:rsid w:val="001737CF"/>
    <w:rsid w:val="001740FB"/>
    <w:rsid w:val="00176083"/>
    <w:rsid w:val="00185CFC"/>
    <w:rsid w:val="00192F37"/>
    <w:rsid w:val="001A70D2"/>
    <w:rsid w:val="001A7BBC"/>
    <w:rsid w:val="001D1401"/>
    <w:rsid w:val="001D4232"/>
    <w:rsid w:val="001D657B"/>
    <w:rsid w:val="001D7B54"/>
    <w:rsid w:val="001E0209"/>
    <w:rsid w:val="001F24A5"/>
    <w:rsid w:val="001F2CA2"/>
    <w:rsid w:val="00206498"/>
    <w:rsid w:val="002144C0"/>
    <w:rsid w:val="0022220E"/>
    <w:rsid w:val="0022477D"/>
    <w:rsid w:val="00226870"/>
    <w:rsid w:val="002278A9"/>
    <w:rsid w:val="002336F9"/>
    <w:rsid w:val="0024028F"/>
    <w:rsid w:val="00243B4F"/>
    <w:rsid w:val="00244ABC"/>
    <w:rsid w:val="00253A16"/>
    <w:rsid w:val="00281FF2"/>
    <w:rsid w:val="002857DE"/>
    <w:rsid w:val="00291567"/>
    <w:rsid w:val="00292B42"/>
    <w:rsid w:val="002A22BF"/>
    <w:rsid w:val="002A2389"/>
    <w:rsid w:val="002A2E23"/>
    <w:rsid w:val="002A671D"/>
    <w:rsid w:val="002B4D55"/>
    <w:rsid w:val="002B5EA0"/>
    <w:rsid w:val="002B6119"/>
    <w:rsid w:val="002C1F06"/>
    <w:rsid w:val="002D25D0"/>
    <w:rsid w:val="002D3375"/>
    <w:rsid w:val="002D73D4"/>
    <w:rsid w:val="002F02A3"/>
    <w:rsid w:val="002F2E77"/>
    <w:rsid w:val="002F4ABE"/>
    <w:rsid w:val="003018BA"/>
    <w:rsid w:val="0030395F"/>
    <w:rsid w:val="00305C92"/>
    <w:rsid w:val="0031137F"/>
    <w:rsid w:val="0031264C"/>
    <w:rsid w:val="003151C5"/>
    <w:rsid w:val="00321F47"/>
    <w:rsid w:val="00333FFA"/>
    <w:rsid w:val="003343CF"/>
    <w:rsid w:val="00346FE9"/>
    <w:rsid w:val="0034759A"/>
    <w:rsid w:val="003503F6"/>
    <w:rsid w:val="003530DD"/>
    <w:rsid w:val="00354997"/>
    <w:rsid w:val="00363F78"/>
    <w:rsid w:val="003676FF"/>
    <w:rsid w:val="00377919"/>
    <w:rsid w:val="003803FD"/>
    <w:rsid w:val="003A0A5B"/>
    <w:rsid w:val="003A1176"/>
    <w:rsid w:val="003B013B"/>
    <w:rsid w:val="003C0BAE"/>
    <w:rsid w:val="003C71D2"/>
    <w:rsid w:val="003C7370"/>
    <w:rsid w:val="003D18A9"/>
    <w:rsid w:val="003D2D06"/>
    <w:rsid w:val="003D6CE2"/>
    <w:rsid w:val="003E1941"/>
    <w:rsid w:val="003E2FE6"/>
    <w:rsid w:val="003E49D5"/>
    <w:rsid w:val="003F38C0"/>
    <w:rsid w:val="003F726C"/>
    <w:rsid w:val="00414E3C"/>
    <w:rsid w:val="0042244A"/>
    <w:rsid w:val="00422C9D"/>
    <w:rsid w:val="0042745A"/>
    <w:rsid w:val="00431AA6"/>
    <w:rsid w:val="00431D5C"/>
    <w:rsid w:val="004362C6"/>
    <w:rsid w:val="00437FA2"/>
    <w:rsid w:val="00445970"/>
    <w:rsid w:val="004517C6"/>
    <w:rsid w:val="00461EFC"/>
    <w:rsid w:val="004652C2"/>
    <w:rsid w:val="004706D1"/>
    <w:rsid w:val="00471326"/>
    <w:rsid w:val="0047598D"/>
    <w:rsid w:val="004826C6"/>
    <w:rsid w:val="004840FD"/>
    <w:rsid w:val="00490F7D"/>
    <w:rsid w:val="00491678"/>
    <w:rsid w:val="004968E2"/>
    <w:rsid w:val="004A3EEA"/>
    <w:rsid w:val="004A4D1F"/>
    <w:rsid w:val="004B70F9"/>
    <w:rsid w:val="004C4960"/>
    <w:rsid w:val="004D5282"/>
    <w:rsid w:val="004D6C76"/>
    <w:rsid w:val="004F1507"/>
    <w:rsid w:val="004F1551"/>
    <w:rsid w:val="004F55A3"/>
    <w:rsid w:val="0050496F"/>
    <w:rsid w:val="00513B6F"/>
    <w:rsid w:val="00517C63"/>
    <w:rsid w:val="005257DF"/>
    <w:rsid w:val="005363C4"/>
    <w:rsid w:val="00536BDE"/>
    <w:rsid w:val="00543ACC"/>
    <w:rsid w:val="0056696D"/>
    <w:rsid w:val="0057528F"/>
    <w:rsid w:val="00577D9D"/>
    <w:rsid w:val="00585F8E"/>
    <w:rsid w:val="00586C6B"/>
    <w:rsid w:val="0059484D"/>
    <w:rsid w:val="005A0855"/>
    <w:rsid w:val="005A3196"/>
    <w:rsid w:val="005A6916"/>
    <w:rsid w:val="005B4E8F"/>
    <w:rsid w:val="005C080F"/>
    <w:rsid w:val="005C55E5"/>
    <w:rsid w:val="005C696A"/>
    <w:rsid w:val="005D60B1"/>
    <w:rsid w:val="005E6493"/>
    <w:rsid w:val="005E6E85"/>
    <w:rsid w:val="005F31D2"/>
    <w:rsid w:val="00601173"/>
    <w:rsid w:val="0060505F"/>
    <w:rsid w:val="0061029B"/>
    <w:rsid w:val="00610911"/>
    <w:rsid w:val="00617230"/>
    <w:rsid w:val="00621CE1"/>
    <w:rsid w:val="00627FC9"/>
    <w:rsid w:val="006344DA"/>
    <w:rsid w:val="00647FA8"/>
    <w:rsid w:val="00650C5F"/>
    <w:rsid w:val="00654934"/>
    <w:rsid w:val="0065661F"/>
    <w:rsid w:val="006620D9"/>
    <w:rsid w:val="00665687"/>
    <w:rsid w:val="00671958"/>
    <w:rsid w:val="00675843"/>
    <w:rsid w:val="00687C37"/>
    <w:rsid w:val="00696477"/>
    <w:rsid w:val="006C3574"/>
    <w:rsid w:val="006D050F"/>
    <w:rsid w:val="006D6139"/>
    <w:rsid w:val="006E04A9"/>
    <w:rsid w:val="006E5D65"/>
    <w:rsid w:val="006E74ED"/>
    <w:rsid w:val="006F1282"/>
    <w:rsid w:val="006F1FBC"/>
    <w:rsid w:val="006F31E2"/>
    <w:rsid w:val="007044B9"/>
    <w:rsid w:val="00706544"/>
    <w:rsid w:val="007072BA"/>
    <w:rsid w:val="00713C52"/>
    <w:rsid w:val="0071620A"/>
    <w:rsid w:val="00724677"/>
    <w:rsid w:val="00725459"/>
    <w:rsid w:val="007327BD"/>
    <w:rsid w:val="00734608"/>
    <w:rsid w:val="00741012"/>
    <w:rsid w:val="00745302"/>
    <w:rsid w:val="007461D6"/>
    <w:rsid w:val="00746EC8"/>
    <w:rsid w:val="00747E1C"/>
    <w:rsid w:val="00763BF1"/>
    <w:rsid w:val="00766FD4"/>
    <w:rsid w:val="00774E4F"/>
    <w:rsid w:val="007805D1"/>
    <w:rsid w:val="0078168C"/>
    <w:rsid w:val="00787808"/>
    <w:rsid w:val="00787C2A"/>
    <w:rsid w:val="00790E27"/>
    <w:rsid w:val="00797579"/>
    <w:rsid w:val="007A314B"/>
    <w:rsid w:val="007A4022"/>
    <w:rsid w:val="007A675B"/>
    <w:rsid w:val="007A6E6E"/>
    <w:rsid w:val="007C14DD"/>
    <w:rsid w:val="007C3299"/>
    <w:rsid w:val="007C3615"/>
    <w:rsid w:val="007C3BCC"/>
    <w:rsid w:val="007C4546"/>
    <w:rsid w:val="007D1445"/>
    <w:rsid w:val="007D6E56"/>
    <w:rsid w:val="007E3B77"/>
    <w:rsid w:val="007F4155"/>
    <w:rsid w:val="00804579"/>
    <w:rsid w:val="00810133"/>
    <w:rsid w:val="0081554D"/>
    <w:rsid w:val="0081707E"/>
    <w:rsid w:val="00827751"/>
    <w:rsid w:val="008375A9"/>
    <w:rsid w:val="00837F4E"/>
    <w:rsid w:val="00841A4E"/>
    <w:rsid w:val="008449B3"/>
    <w:rsid w:val="0085747A"/>
    <w:rsid w:val="008752CC"/>
    <w:rsid w:val="0088291D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70E3"/>
    <w:rsid w:val="008D3DFB"/>
    <w:rsid w:val="008D3EDA"/>
    <w:rsid w:val="008D5FB1"/>
    <w:rsid w:val="008E64F4"/>
    <w:rsid w:val="008F12C9"/>
    <w:rsid w:val="008F273C"/>
    <w:rsid w:val="008F6E29"/>
    <w:rsid w:val="00904CB4"/>
    <w:rsid w:val="00906A62"/>
    <w:rsid w:val="00916188"/>
    <w:rsid w:val="00923D7D"/>
    <w:rsid w:val="00940442"/>
    <w:rsid w:val="009508DF"/>
    <w:rsid w:val="00950DAC"/>
    <w:rsid w:val="009527B0"/>
    <w:rsid w:val="00954A07"/>
    <w:rsid w:val="00967ADC"/>
    <w:rsid w:val="0098544F"/>
    <w:rsid w:val="00990FED"/>
    <w:rsid w:val="00997F14"/>
    <w:rsid w:val="009A78D9"/>
    <w:rsid w:val="009B5D4A"/>
    <w:rsid w:val="009C3D3D"/>
    <w:rsid w:val="009C3E31"/>
    <w:rsid w:val="009C54AE"/>
    <w:rsid w:val="009C5E31"/>
    <w:rsid w:val="009C788E"/>
    <w:rsid w:val="009C7D1A"/>
    <w:rsid w:val="009D6205"/>
    <w:rsid w:val="009E3B41"/>
    <w:rsid w:val="009E4D26"/>
    <w:rsid w:val="009F2AB7"/>
    <w:rsid w:val="009F3C5C"/>
    <w:rsid w:val="009F4610"/>
    <w:rsid w:val="00A00ECC"/>
    <w:rsid w:val="00A0112C"/>
    <w:rsid w:val="00A01343"/>
    <w:rsid w:val="00A155EE"/>
    <w:rsid w:val="00A1604E"/>
    <w:rsid w:val="00A17818"/>
    <w:rsid w:val="00A2245B"/>
    <w:rsid w:val="00A26F34"/>
    <w:rsid w:val="00A30110"/>
    <w:rsid w:val="00A31687"/>
    <w:rsid w:val="00A36899"/>
    <w:rsid w:val="00A371F6"/>
    <w:rsid w:val="00A40F2A"/>
    <w:rsid w:val="00A43BF6"/>
    <w:rsid w:val="00A53FA5"/>
    <w:rsid w:val="00A54817"/>
    <w:rsid w:val="00A601C8"/>
    <w:rsid w:val="00A60799"/>
    <w:rsid w:val="00A75691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132B"/>
    <w:rsid w:val="00AF2C1E"/>
    <w:rsid w:val="00B05A8C"/>
    <w:rsid w:val="00B06142"/>
    <w:rsid w:val="00B135B1"/>
    <w:rsid w:val="00B3130B"/>
    <w:rsid w:val="00B40ADB"/>
    <w:rsid w:val="00B43450"/>
    <w:rsid w:val="00B43B77"/>
    <w:rsid w:val="00B43E80"/>
    <w:rsid w:val="00B5189F"/>
    <w:rsid w:val="00B607DB"/>
    <w:rsid w:val="00B626D9"/>
    <w:rsid w:val="00B66529"/>
    <w:rsid w:val="00B671FA"/>
    <w:rsid w:val="00B679A4"/>
    <w:rsid w:val="00B75946"/>
    <w:rsid w:val="00B75C90"/>
    <w:rsid w:val="00B8056E"/>
    <w:rsid w:val="00B819C8"/>
    <w:rsid w:val="00B82308"/>
    <w:rsid w:val="00B90885"/>
    <w:rsid w:val="00B95304"/>
    <w:rsid w:val="00BB520A"/>
    <w:rsid w:val="00BC0165"/>
    <w:rsid w:val="00BD3869"/>
    <w:rsid w:val="00BD4E83"/>
    <w:rsid w:val="00BD66E9"/>
    <w:rsid w:val="00BD6B8C"/>
    <w:rsid w:val="00BD6FF4"/>
    <w:rsid w:val="00BF2C41"/>
    <w:rsid w:val="00C02A3F"/>
    <w:rsid w:val="00C0411A"/>
    <w:rsid w:val="00C058B4"/>
    <w:rsid w:val="00C05F44"/>
    <w:rsid w:val="00C131B5"/>
    <w:rsid w:val="00C16ABF"/>
    <w:rsid w:val="00C170AE"/>
    <w:rsid w:val="00C26CB7"/>
    <w:rsid w:val="00C324C1"/>
    <w:rsid w:val="00C36992"/>
    <w:rsid w:val="00C47D2B"/>
    <w:rsid w:val="00C56036"/>
    <w:rsid w:val="00C61DC5"/>
    <w:rsid w:val="00C62EFC"/>
    <w:rsid w:val="00C62F83"/>
    <w:rsid w:val="00C644F3"/>
    <w:rsid w:val="00C67E92"/>
    <w:rsid w:val="00C67F07"/>
    <w:rsid w:val="00C709FF"/>
    <w:rsid w:val="00C70A26"/>
    <w:rsid w:val="00C766DF"/>
    <w:rsid w:val="00C873E1"/>
    <w:rsid w:val="00C91526"/>
    <w:rsid w:val="00C91ADF"/>
    <w:rsid w:val="00C94B98"/>
    <w:rsid w:val="00CA2B96"/>
    <w:rsid w:val="00CA5089"/>
    <w:rsid w:val="00CC3393"/>
    <w:rsid w:val="00CD1B88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61B6"/>
    <w:rsid w:val="00D47444"/>
    <w:rsid w:val="00D552B2"/>
    <w:rsid w:val="00D608D1"/>
    <w:rsid w:val="00D74119"/>
    <w:rsid w:val="00D8075B"/>
    <w:rsid w:val="00D8678B"/>
    <w:rsid w:val="00DA2114"/>
    <w:rsid w:val="00DA23D5"/>
    <w:rsid w:val="00DB315D"/>
    <w:rsid w:val="00DB580D"/>
    <w:rsid w:val="00DB6881"/>
    <w:rsid w:val="00DD7819"/>
    <w:rsid w:val="00DE09C0"/>
    <w:rsid w:val="00DE4A14"/>
    <w:rsid w:val="00DF10BA"/>
    <w:rsid w:val="00DF320D"/>
    <w:rsid w:val="00DF71C8"/>
    <w:rsid w:val="00E03A33"/>
    <w:rsid w:val="00E11658"/>
    <w:rsid w:val="00E118CD"/>
    <w:rsid w:val="00E129B8"/>
    <w:rsid w:val="00E20F7F"/>
    <w:rsid w:val="00E21E7D"/>
    <w:rsid w:val="00E22FBC"/>
    <w:rsid w:val="00E24BF5"/>
    <w:rsid w:val="00E25338"/>
    <w:rsid w:val="00E25A80"/>
    <w:rsid w:val="00E27AEB"/>
    <w:rsid w:val="00E36F49"/>
    <w:rsid w:val="00E4537A"/>
    <w:rsid w:val="00E51E44"/>
    <w:rsid w:val="00E6020D"/>
    <w:rsid w:val="00E60902"/>
    <w:rsid w:val="00E63348"/>
    <w:rsid w:val="00E63680"/>
    <w:rsid w:val="00E77E88"/>
    <w:rsid w:val="00E8107D"/>
    <w:rsid w:val="00E960BB"/>
    <w:rsid w:val="00EA2074"/>
    <w:rsid w:val="00EA4832"/>
    <w:rsid w:val="00EA4E9D"/>
    <w:rsid w:val="00EA6668"/>
    <w:rsid w:val="00EB01D9"/>
    <w:rsid w:val="00EC4899"/>
    <w:rsid w:val="00ED029C"/>
    <w:rsid w:val="00ED03AB"/>
    <w:rsid w:val="00ED32D2"/>
    <w:rsid w:val="00ED46B0"/>
    <w:rsid w:val="00EE32DE"/>
    <w:rsid w:val="00EE41F5"/>
    <w:rsid w:val="00EE5457"/>
    <w:rsid w:val="00EE6A05"/>
    <w:rsid w:val="00F025D9"/>
    <w:rsid w:val="00F070AB"/>
    <w:rsid w:val="00F17567"/>
    <w:rsid w:val="00F27A7B"/>
    <w:rsid w:val="00F526AF"/>
    <w:rsid w:val="00F617C3"/>
    <w:rsid w:val="00F7066B"/>
    <w:rsid w:val="00F83B28"/>
    <w:rsid w:val="00F87802"/>
    <w:rsid w:val="00FA46E5"/>
    <w:rsid w:val="00FB619E"/>
    <w:rsid w:val="00FB6D6D"/>
    <w:rsid w:val="00FB7DBA"/>
    <w:rsid w:val="00FC1688"/>
    <w:rsid w:val="00FC1C25"/>
    <w:rsid w:val="00FC3F45"/>
    <w:rsid w:val="00FD1CCF"/>
    <w:rsid w:val="00FD503F"/>
    <w:rsid w:val="00FD7589"/>
    <w:rsid w:val="00FF016A"/>
    <w:rsid w:val="00FF1401"/>
    <w:rsid w:val="00FF3542"/>
    <w:rsid w:val="00FF5E7D"/>
    <w:rsid w:val="0C61E36D"/>
    <w:rsid w:val="0C71E873"/>
    <w:rsid w:val="0D90B9D2"/>
    <w:rsid w:val="26AC820B"/>
    <w:rsid w:val="2A93F9CF"/>
    <w:rsid w:val="2D13D704"/>
    <w:rsid w:val="2DB02531"/>
    <w:rsid w:val="3341DAF2"/>
    <w:rsid w:val="33BA5105"/>
    <w:rsid w:val="3505C08C"/>
    <w:rsid w:val="3941AE5F"/>
    <w:rsid w:val="3CB68793"/>
    <w:rsid w:val="4141F7A2"/>
    <w:rsid w:val="41D2BC76"/>
    <w:rsid w:val="44674766"/>
    <w:rsid w:val="4733CA94"/>
    <w:rsid w:val="4EB9C937"/>
    <w:rsid w:val="50961833"/>
    <w:rsid w:val="576D70FA"/>
    <w:rsid w:val="59880B77"/>
    <w:rsid w:val="5F747DCF"/>
    <w:rsid w:val="648EE3A5"/>
    <w:rsid w:val="6EDD6EB2"/>
    <w:rsid w:val="704F177C"/>
    <w:rsid w:val="77C92465"/>
    <w:rsid w:val="796B5EAA"/>
    <w:rsid w:val="7AF47D25"/>
    <w:rsid w:val="7B038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240D1"/>
  <w15:docId w15:val="{EC06DB90-A483-4570-959F-40A02BD42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9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0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3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5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0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B47997-C210-45DF-8357-204C0CFB8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48</TotalTime>
  <Pages>1</Pages>
  <Words>1314</Words>
  <Characters>7886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19</cp:revision>
  <cp:lastPrinted>2025-10-14T10:51:00Z</cp:lastPrinted>
  <dcterms:created xsi:type="dcterms:W3CDTF">2023-09-11T10:59:00Z</dcterms:created>
  <dcterms:modified xsi:type="dcterms:W3CDTF">2025-10-14T10:51:00Z</dcterms:modified>
</cp:coreProperties>
</file>